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0F197457" w:rsidR="00535E9B" w:rsidRDefault="00B67D39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bookmarkStart w:id="6" w:name="_GoBack"/>
      <w:bookmarkEnd w:id="6"/>
      <w:r w:rsidRPr="00B67D39">
        <w:rPr>
          <w:rFonts w:ascii="Verdana" w:eastAsia="Verdana" w:hAnsi="Verdana" w:cs="Times New Roman"/>
          <w:b/>
        </w:rPr>
        <w:t>ZAŁĄCZNIK N</w:t>
      </w:r>
      <w:r w:rsidR="00285DD6">
        <w:rPr>
          <w:rFonts w:ascii="Verdana" w:eastAsia="Verdana" w:hAnsi="Verdana" w:cs="Times New Roman"/>
          <w:b/>
        </w:rPr>
        <w:t>R 3 DO SWZ -  FORMULARZ OFERTY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285DD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285DD6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285DD6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285DD6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285DD6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285DD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285DD6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285DD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285DD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7AA5319" w14:textId="4DB85E88" w:rsidR="00285DD6" w:rsidRPr="00EE1D89" w:rsidRDefault="00B67D39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 Oddział</w:t>
            </w:r>
            <w:r w:rsidR="00285DD6" w:rsidRPr="006B56FD">
              <w:rPr>
                <w:rFonts w:asciiTheme="minorHAnsi" w:hAnsiTheme="minorHAnsi" w:cstheme="minorHAnsi"/>
                <w:b/>
              </w:rPr>
              <w:t xml:space="preserve"> </w:t>
            </w:r>
            <w:r w:rsidR="00285DD6" w:rsidRPr="00EE1D89">
              <w:rPr>
                <w:rFonts w:asciiTheme="minorHAnsi" w:hAnsiTheme="minorHAnsi" w:cstheme="minorHAnsi"/>
                <w:b/>
                <w:sz w:val="20"/>
              </w:rPr>
              <w:t>Warszawa</w:t>
            </w:r>
          </w:p>
          <w:p w14:paraId="1C42C22C" w14:textId="77777777" w:rsidR="00285DD6" w:rsidRPr="00EE1D89" w:rsidRDefault="00285DD6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EE1D89">
              <w:rPr>
                <w:rFonts w:asciiTheme="minorHAnsi" w:hAnsiTheme="minorHAnsi" w:cstheme="minorHAnsi"/>
                <w:color w:val="000000"/>
                <w:sz w:val="20"/>
              </w:rPr>
              <w:t>ul. Marsa 95, 04-470 Warszawa</w:t>
            </w:r>
          </w:p>
          <w:p w14:paraId="3F4CA6ED" w14:textId="652AD7EC" w:rsidR="00B67D39" w:rsidRPr="006B56FD" w:rsidRDefault="00B67D39" w:rsidP="00285DD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4555BC84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</w:p>
    <w:p w14:paraId="374FBE27" w14:textId="6E734598" w:rsidR="00A62B4C" w:rsidRDefault="00A62B4C" w:rsidP="00A62B4C">
      <w:pPr>
        <w:rPr>
          <w:rFonts w:eastAsia="Verdana" w:cs="Times New Roman"/>
          <w:szCs w:val="18"/>
        </w:rPr>
      </w:pPr>
    </w:p>
    <w:p w14:paraId="5741CA2F" w14:textId="77777777" w:rsidR="00F72FB0" w:rsidRPr="00B67D39" w:rsidRDefault="00F72FB0" w:rsidP="00A62B4C">
      <w:pPr>
        <w:rPr>
          <w:rFonts w:eastAsia="Verdana" w:cs="Times New Roman"/>
          <w:szCs w:val="18"/>
        </w:rPr>
      </w:pPr>
    </w:p>
    <w:p w14:paraId="28DC2734" w14:textId="5EC0AAB0" w:rsidR="00381365" w:rsidRPr="00B67D39" w:rsidRDefault="00B67D39" w:rsidP="00381365">
      <w:pPr>
        <w:spacing w:after="120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285DD6">
        <w:rPr>
          <w:rFonts w:cstheme="minorHAnsi"/>
          <w:szCs w:val="18"/>
          <w:lang w:eastAsia="pl-PL"/>
        </w:rPr>
        <w:fldChar w:fldCharType="begin"/>
      </w:r>
      <w:r w:rsidR="00285DD6">
        <w:rPr>
          <w:rFonts w:cstheme="minorHAnsi"/>
          <w:szCs w:val="18"/>
          <w:lang w:eastAsia="pl-PL"/>
        </w:rPr>
        <w:instrText xml:space="preserve"> MERGEFIELD nr_postepowania </w:instrText>
      </w:r>
      <w:r w:rsidR="00285DD6">
        <w:rPr>
          <w:rFonts w:cstheme="minorHAnsi"/>
          <w:szCs w:val="18"/>
          <w:lang w:eastAsia="pl-PL"/>
        </w:rPr>
        <w:fldChar w:fldCharType="separate"/>
      </w:r>
      <w:r w:rsidR="000D6C8E" w:rsidRPr="00B13F91">
        <w:rPr>
          <w:rFonts w:cstheme="minorHAnsi"/>
          <w:noProof/>
          <w:szCs w:val="18"/>
          <w:lang w:eastAsia="pl-PL"/>
        </w:rPr>
        <w:t>POST/DYS/OW/GZ/04333/2025</w:t>
      </w:r>
      <w:r w:rsidR="00285DD6">
        <w:rPr>
          <w:rFonts w:cstheme="minorHAnsi"/>
          <w:szCs w:val="18"/>
          <w:lang w:eastAsia="pl-PL"/>
        </w:rPr>
        <w:fldChar w:fldCharType="end"/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285DD6">
        <w:rPr>
          <w:rFonts w:cstheme="minorHAnsi"/>
          <w:szCs w:val="18"/>
          <w:lang w:eastAsia="pl-PL"/>
        </w:rPr>
        <w:fldChar w:fldCharType="begin"/>
      </w:r>
      <w:r w:rsidR="00285DD6">
        <w:rPr>
          <w:rFonts w:cstheme="minorHAnsi"/>
          <w:szCs w:val="18"/>
          <w:lang w:eastAsia="pl-PL"/>
        </w:rPr>
        <w:instrText xml:space="preserve"> MERGEFIELD nazwa_post </w:instrText>
      </w:r>
      <w:r w:rsidR="00285DD6">
        <w:rPr>
          <w:rFonts w:cstheme="minorHAnsi"/>
          <w:szCs w:val="18"/>
          <w:lang w:eastAsia="pl-PL"/>
        </w:rPr>
        <w:fldChar w:fldCharType="separate"/>
      </w:r>
      <w:r w:rsidR="000D6C8E" w:rsidRPr="00B13F91">
        <w:rPr>
          <w:rFonts w:cstheme="minorHAnsi"/>
          <w:noProof/>
          <w:szCs w:val="18"/>
          <w:lang w:eastAsia="pl-PL"/>
        </w:rPr>
        <w:t>RE PRUSZKÓW (35-2025RB) Prace budowlano-montażowe w celu zasilenia obiektu w: Zad. 1. – gm. Ożarów Maz. m. Józefów, ul. Fabryczna, nr dz. 19/25 Zad. 2. – gm. Grodzisk Maz. m. Adamowizna, ul. Pawia, nr dz. 41/109, 41/110, 41/111 Zad. 3. – gm. Izabelin C, m. Hornówek dz.66 Zad. 4. – gm. Ożarów Maz. dz. 32/33, 33/33, 33/30, 33/31, 33/26, 33/27, 33/19, 33/20, 33/15, 33/16</w:t>
      </w:r>
      <w:r w:rsidR="00285DD6">
        <w:rPr>
          <w:rFonts w:cstheme="minorHAnsi"/>
          <w:szCs w:val="18"/>
          <w:lang w:eastAsia="pl-PL"/>
        </w:rPr>
        <w:fldChar w:fldCharType="end"/>
      </w:r>
      <w:r w:rsidR="00285DD6">
        <w:rPr>
          <w:rFonts w:cstheme="minorHAnsi"/>
          <w:szCs w:val="18"/>
          <w:lang w:eastAsia="pl-PL"/>
        </w:rPr>
        <w:t>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9A129D">
        <w:trPr>
          <w:trHeight w:val="532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77777777" w:rsidR="00B67D39" w:rsidRPr="00807D09" w:rsidRDefault="00B67D39" w:rsidP="00807D09">
      <w:pPr>
        <w:spacing w:line="240" w:lineRule="exact"/>
        <w:ind w:firstLine="284"/>
        <w:jc w:val="both"/>
        <w:rPr>
          <w:rFonts w:cstheme="minorHAnsi"/>
          <w:b/>
          <w:szCs w:val="18"/>
        </w:rPr>
      </w:pPr>
      <w:r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27BBBAEF" w14:textId="5D13896C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142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OSOBA UPRAWNIONA DO UDZIAŁU W AUKCJI ELEKTRONICZNEJ:</w:t>
      </w:r>
      <w:r w:rsidRPr="00B67D39">
        <w:rPr>
          <w:rFonts w:cstheme="minorHAnsi"/>
          <w:szCs w:val="18"/>
        </w:rPr>
        <w:t xml:space="preserve">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6A16156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67FF1B1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073B7102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7CAE060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781FE014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3C760F19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2CD9F00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4D0EAF9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3758C7C1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2F054AD9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3FD93646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257A6F78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79152D09" w14:textId="11C50059" w:rsidR="00B67D39" w:rsidRDefault="00B67D39" w:rsidP="00F72FB0">
      <w:pPr>
        <w:tabs>
          <w:tab w:val="center" w:pos="4536"/>
          <w:tab w:val="right" w:pos="9072"/>
        </w:tabs>
        <w:spacing w:line="240" w:lineRule="exact"/>
        <w:rPr>
          <w:rFonts w:cstheme="minorHAnsi"/>
          <w:szCs w:val="18"/>
        </w:rPr>
      </w:pPr>
    </w:p>
    <w:p w14:paraId="4DAB1D4A" w14:textId="3F1CEDBD" w:rsidR="00F72FB0" w:rsidRDefault="00F72FB0" w:rsidP="00F72FB0">
      <w:pPr>
        <w:tabs>
          <w:tab w:val="center" w:pos="4536"/>
          <w:tab w:val="right" w:pos="9072"/>
        </w:tabs>
        <w:spacing w:line="240" w:lineRule="exact"/>
        <w:rPr>
          <w:rFonts w:cstheme="minorHAnsi"/>
          <w:szCs w:val="18"/>
        </w:rPr>
      </w:pPr>
    </w:p>
    <w:p w14:paraId="53D953E2" w14:textId="77777777" w:rsidR="00F72FB0" w:rsidRPr="00B67D39" w:rsidRDefault="00F72FB0" w:rsidP="00F72FB0">
      <w:pPr>
        <w:tabs>
          <w:tab w:val="center" w:pos="4536"/>
          <w:tab w:val="right" w:pos="9072"/>
        </w:tabs>
        <w:spacing w:line="240" w:lineRule="exact"/>
        <w:rPr>
          <w:rFonts w:cstheme="minorHAnsi"/>
          <w:szCs w:val="18"/>
        </w:rPr>
      </w:pPr>
    </w:p>
    <w:p w14:paraId="3C6DBA0A" w14:textId="1BD6020F" w:rsidR="00B67D39" w:rsidRDefault="00B67D39" w:rsidP="00A21DAA">
      <w:pPr>
        <w:pStyle w:val="Nagwek2"/>
        <w:widowControl w:val="0"/>
        <w:numPr>
          <w:ilvl w:val="5"/>
          <w:numId w:val="28"/>
        </w:numPr>
        <w:spacing w:before="120" w:after="120" w:line="240" w:lineRule="exact"/>
        <w:ind w:left="426" w:hanging="426"/>
        <w:rPr>
          <w:rFonts w:cstheme="minorHAnsi"/>
          <w:b/>
        </w:rPr>
      </w:pPr>
      <w:r w:rsidRPr="00807D09">
        <w:rPr>
          <w:rFonts w:cstheme="minorHAnsi"/>
          <w:b/>
        </w:rPr>
        <w:t>CENA OFERTY</w:t>
      </w:r>
      <w:r w:rsidRPr="00807D09">
        <w:rPr>
          <w:rStyle w:val="Odwoanieprzypisudolnego"/>
          <w:rFonts w:cstheme="minorHAnsi"/>
          <w:b/>
        </w:rPr>
        <w:footnoteReference w:id="2"/>
      </w:r>
      <w:r w:rsidRPr="00807D09">
        <w:rPr>
          <w:rFonts w:cstheme="minorHAnsi"/>
          <w:b/>
        </w:rPr>
        <w:t>:</w:t>
      </w:r>
    </w:p>
    <w:p w14:paraId="74087F3C" w14:textId="77777777" w:rsidR="000B53B2" w:rsidRDefault="000B53B2" w:rsidP="006B49A3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lastRenderedPageBreak/>
        <w:t>Zadanie nr 1</w:t>
      </w:r>
    </w:p>
    <w:p w14:paraId="5886F091" w14:textId="40C22B6B" w:rsidR="00B67D39" w:rsidRPr="00B67D39" w:rsidRDefault="00B67D39" w:rsidP="006B49A3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netto</w:t>
      </w:r>
      <w:r w:rsidRPr="00B67D39">
        <w:rPr>
          <w:rFonts w:cstheme="minorHAnsi"/>
          <w:szCs w:val="18"/>
        </w:rPr>
        <w:t xml:space="preserve"> .....................................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........................................)</w:t>
      </w:r>
    </w:p>
    <w:p w14:paraId="4BC7C9D6" w14:textId="77777777" w:rsidR="00B67D39" w:rsidRPr="00B67D39" w:rsidRDefault="00B67D39" w:rsidP="006B49A3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Wartość podatku VAT</w:t>
      </w:r>
      <w:r w:rsidRPr="00B67D39">
        <w:rPr>
          <w:rFonts w:cstheme="minorHAnsi"/>
          <w:szCs w:val="18"/>
        </w:rPr>
        <w:t xml:space="preserve"> .................. </w:t>
      </w:r>
      <w:r w:rsidRPr="00B67D39">
        <w:rPr>
          <w:rFonts w:cstheme="minorHAnsi"/>
          <w:b/>
          <w:szCs w:val="18"/>
        </w:rPr>
        <w:t>zł,</w:t>
      </w:r>
      <w:r w:rsidRPr="00B67D39">
        <w:rPr>
          <w:rFonts w:cstheme="minorHAnsi"/>
          <w:szCs w:val="18"/>
        </w:rPr>
        <w:t xml:space="preserve">   według stawki ……..…. %</w:t>
      </w:r>
    </w:p>
    <w:p w14:paraId="4A96E471" w14:textId="77777777" w:rsidR="00B67D39" w:rsidRPr="00B67D39" w:rsidRDefault="00B67D39" w:rsidP="006B49A3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brutto</w:t>
      </w:r>
      <w:r w:rsidRPr="00B67D39">
        <w:rPr>
          <w:rFonts w:cstheme="minorHAnsi"/>
          <w:szCs w:val="18"/>
        </w:rPr>
        <w:t xml:space="preserve"> 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...........................................)</w:t>
      </w:r>
    </w:p>
    <w:p w14:paraId="52800A46" w14:textId="77777777" w:rsidR="000B53B2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</w:p>
    <w:p w14:paraId="1B0072E0" w14:textId="30B212BE" w:rsidR="000B53B2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Zadanie nr 2</w:t>
      </w:r>
    </w:p>
    <w:p w14:paraId="7B43CDCB" w14:textId="77777777" w:rsidR="000B53B2" w:rsidRPr="00B67D39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netto</w:t>
      </w:r>
      <w:r w:rsidRPr="00B67D39">
        <w:rPr>
          <w:rFonts w:cstheme="minorHAnsi"/>
          <w:szCs w:val="18"/>
        </w:rPr>
        <w:t xml:space="preserve"> .....................................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........................................)</w:t>
      </w:r>
    </w:p>
    <w:p w14:paraId="733ADD74" w14:textId="77777777" w:rsidR="000B53B2" w:rsidRPr="00B67D39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Wartość podatku VAT</w:t>
      </w:r>
      <w:r w:rsidRPr="00B67D39">
        <w:rPr>
          <w:rFonts w:cstheme="minorHAnsi"/>
          <w:szCs w:val="18"/>
        </w:rPr>
        <w:t xml:space="preserve"> .................. </w:t>
      </w:r>
      <w:r w:rsidRPr="00B67D39">
        <w:rPr>
          <w:rFonts w:cstheme="minorHAnsi"/>
          <w:b/>
          <w:szCs w:val="18"/>
        </w:rPr>
        <w:t>zł,</w:t>
      </w:r>
      <w:r w:rsidRPr="00B67D39">
        <w:rPr>
          <w:rFonts w:cstheme="minorHAnsi"/>
          <w:szCs w:val="18"/>
        </w:rPr>
        <w:t xml:space="preserve">   według stawki ……..…. %</w:t>
      </w:r>
    </w:p>
    <w:p w14:paraId="14672B81" w14:textId="6AA848CF" w:rsidR="000B53B2" w:rsidRDefault="000B53B2" w:rsidP="000D6C8E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brutto</w:t>
      </w:r>
      <w:r w:rsidRPr="00B67D39">
        <w:rPr>
          <w:rFonts w:cstheme="minorHAnsi"/>
          <w:szCs w:val="18"/>
        </w:rPr>
        <w:t xml:space="preserve"> 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...........................................)</w:t>
      </w:r>
    </w:p>
    <w:p w14:paraId="54FE1CD7" w14:textId="77777777" w:rsidR="000D6C8E" w:rsidRPr="000D6C8E" w:rsidRDefault="000D6C8E" w:rsidP="000D6C8E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</w:p>
    <w:p w14:paraId="4731BFAE" w14:textId="3026119D" w:rsidR="000B53B2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Zadanie nr 3</w:t>
      </w:r>
    </w:p>
    <w:p w14:paraId="5A93414A" w14:textId="77777777" w:rsidR="000B53B2" w:rsidRPr="00B67D39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netto</w:t>
      </w:r>
      <w:r w:rsidRPr="00B67D39">
        <w:rPr>
          <w:rFonts w:cstheme="minorHAnsi"/>
          <w:szCs w:val="18"/>
        </w:rPr>
        <w:t xml:space="preserve"> .....................................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........................................)</w:t>
      </w:r>
    </w:p>
    <w:p w14:paraId="5E3C8DDF" w14:textId="77777777" w:rsidR="000B53B2" w:rsidRPr="00B67D39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Wartość podatku VAT</w:t>
      </w:r>
      <w:r w:rsidRPr="00B67D39">
        <w:rPr>
          <w:rFonts w:cstheme="minorHAnsi"/>
          <w:szCs w:val="18"/>
        </w:rPr>
        <w:t xml:space="preserve"> .................. </w:t>
      </w:r>
      <w:r w:rsidRPr="00B67D39">
        <w:rPr>
          <w:rFonts w:cstheme="minorHAnsi"/>
          <w:b/>
          <w:szCs w:val="18"/>
        </w:rPr>
        <w:t>zł,</w:t>
      </w:r>
      <w:r w:rsidRPr="00B67D39">
        <w:rPr>
          <w:rFonts w:cstheme="minorHAnsi"/>
          <w:szCs w:val="18"/>
        </w:rPr>
        <w:t xml:space="preserve">   według stawki ……..…. %</w:t>
      </w:r>
    </w:p>
    <w:p w14:paraId="38B8FBD7" w14:textId="2350A8CA" w:rsidR="000B53B2" w:rsidRDefault="000B53B2" w:rsidP="00F72FB0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brutto</w:t>
      </w:r>
      <w:r w:rsidRPr="00B67D39">
        <w:rPr>
          <w:rFonts w:cstheme="minorHAnsi"/>
          <w:szCs w:val="18"/>
        </w:rPr>
        <w:t xml:space="preserve"> 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...........................................)</w:t>
      </w:r>
    </w:p>
    <w:p w14:paraId="68682559" w14:textId="26BFEA5D" w:rsidR="000D6C8E" w:rsidRDefault="000D6C8E" w:rsidP="00F72FB0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</w:p>
    <w:p w14:paraId="78D20982" w14:textId="63BC40FD" w:rsidR="000D6C8E" w:rsidRDefault="000D6C8E" w:rsidP="000D6C8E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Zadanie nr 4</w:t>
      </w:r>
    </w:p>
    <w:p w14:paraId="2CC3B591" w14:textId="77777777" w:rsidR="000D6C8E" w:rsidRPr="00B67D39" w:rsidRDefault="000D6C8E" w:rsidP="000D6C8E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netto</w:t>
      </w:r>
      <w:r w:rsidRPr="00B67D39">
        <w:rPr>
          <w:rFonts w:cstheme="minorHAnsi"/>
          <w:szCs w:val="18"/>
        </w:rPr>
        <w:t xml:space="preserve"> .....................................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........................................)</w:t>
      </w:r>
    </w:p>
    <w:p w14:paraId="6B194088" w14:textId="77777777" w:rsidR="000D6C8E" w:rsidRPr="00B67D39" w:rsidRDefault="000D6C8E" w:rsidP="000D6C8E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Wartość podatku VAT</w:t>
      </w:r>
      <w:r w:rsidRPr="00B67D39">
        <w:rPr>
          <w:rFonts w:cstheme="minorHAnsi"/>
          <w:szCs w:val="18"/>
        </w:rPr>
        <w:t xml:space="preserve"> .................. </w:t>
      </w:r>
      <w:r w:rsidRPr="00B67D39">
        <w:rPr>
          <w:rFonts w:cstheme="minorHAnsi"/>
          <w:b/>
          <w:szCs w:val="18"/>
        </w:rPr>
        <w:t>zł,</w:t>
      </w:r>
      <w:r w:rsidRPr="00B67D39">
        <w:rPr>
          <w:rFonts w:cstheme="minorHAnsi"/>
          <w:szCs w:val="18"/>
        </w:rPr>
        <w:t xml:space="preserve">   według stawki ……..…. %</w:t>
      </w:r>
    </w:p>
    <w:p w14:paraId="42CD9ED6" w14:textId="77777777" w:rsidR="000D6C8E" w:rsidRPr="00F72FB0" w:rsidRDefault="000D6C8E" w:rsidP="000D6C8E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brutto</w:t>
      </w:r>
      <w:r w:rsidRPr="00B67D39">
        <w:rPr>
          <w:rFonts w:cstheme="minorHAnsi"/>
          <w:szCs w:val="18"/>
        </w:rPr>
        <w:t xml:space="preserve"> 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...........................................)</w:t>
      </w:r>
    </w:p>
    <w:p w14:paraId="2B8EC28F" w14:textId="77777777" w:rsidR="000D6C8E" w:rsidRPr="00F72FB0" w:rsidRDefault="000D6C8E" w:rsidP="00F72FB0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</w:p>
    <w:p w14:paraId="518BA825" w14:textId="70A95178" w:rsidR="00B67D39" w:rsidRPr="00715360" w:rsidRDefault="00B67D39" w:rsidP="00715360">
      <w:pPr>
        <w:pStyle w:val="Nagwek2"/>
        <w:widowControl w:val="0"/>
        <w:numPr>
          <w:ilvl w:val="5"/>
          <w:numId w:val="28"/>
        </w:numPr>
        <w:spacing w:before="120" w:after="120" w:line="240" w:lineRule="exact"/>
        <w:ind w:left="426" w:hanging="426"/>
        <w:rPr>
          <w:rFonts w:cstheme="minorHAnsi"/>
          <w:b/>
        </w:rPr>
      </w:pPr>
      <w:r w:rsidRPr="00715360">
        <w:rPr>
          <w:rFonts w:cstheme="minorHAnsi"/>
          <w:b/>
        </w:rPr>
        <w:t>OŚWIADCZENIA I INFORMACJE:</w:t>
      </w:r>
    </w:p>
    <w:p w14:paraId="75BE7991" w14:textId="77777777" w:rsidR="00B67D39" w:rsidRPr="00B67D39" w:rsidRDefault="00B67D39" w:rsidP="00B67D39">
      <w:pPr>
        <w:pStyle w:val="Akapitzlist"/>
        <w:spacing w:line="240" w:lineRule="exact"/>
        <w:ind w:left="0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My, niżej podpisani, niniejszym oświadczamy, co następuje</w:t>
      </w:r>
      <w:r w:rsidRPr="00B67D39">
        <w:rPr>
          <w:rFonts w:cstheme="minorHAnsi"/>
          <w:szCs w:val="18"/>
        </w:rPr>
        <w:t>:</w:t>
      </w:r>
    </w:p>
    <w:p w14:paraId="274A9F9F" w14:textId="21A74535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Spełniamy warunki udziału w postępowaniu wskazane w pkt. 1.2 Załącznika nr 2 do SWZ, jeśli Zamawiający wskazał takie warunki. </w:t>
      </w:r>
      <w:r w:rsidRPr="00B67D39">
        <w:rPr>
          <w:rFonts w:cstheme="minorHAnsi"/>
          <w:szCs w:val="18"/>
        </w:rPr>
        <w:t>W zakresie warunków udziału w postępowaniu, o których mowa powyżej zamierzamy/nie zamierzamy</w:t>
      </w:r>
      <w:r w:rsidRPr="00B67D39">
        <w:rPr>
          <w:rStyle w:val="Odwoanieprzypisudolnego"/>
          <w:rFonts w:cstheme="minorHAnsi"/>
          <w:szCs w:val="18"/>
        </w:rPr>
        <w:footnoteReference w:id="3"/>
      </w:r>
      <w:r w:rsidRPr="00B67D39">
        <w:rPr>
          <w:rFonts w:cstheme="minorHAnsi"/>
          <w:szCs w:val="18"/>
        </w:rPr>
        <w:t xml:space="preserve">  polegać na potencjale następującego podmiotu udostępniającego zasoby, tj. ……………………………. Zobowiązanie podmiotu do udostępnienia zasobów przekazujemy w załączeniu.</w:t>
      </w:r>
      <w:r w:rsidRPr="00B67D39">
        <w:rPr>
          <w:rFonts w:cstheme="minorHAnsi"/>
          <w:szCs w:val="18"/>
          <w:highlight w:val="yellow"/>
        </w:rPr>
        <w:t xml:space="preserve"> </w:t>
      </w:r>
    </w:p>
    <w:p w14:paraId="74DA589F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 xml:space="preserve">Nie podlegamy wykluczeniu na podstawie przesłanek określonych w pkt. 1.1. Załącznika nr 2 do SWZ. Oświadczenie/a o braku podstaw do wykluczenia na postawie </w:t>
      </w:r>
      <w:r w:rsidRPr="00B67D39">
        <w:rPr>
          <w:rFonts w:cstheme="minorHAnsi"/>
          <w:szCs w:val="18"/>
          <w:lang w:eastAsia="pl-PL"/>
        </w:rPr>
        <w:t>przesłanek określonych w pkt. 1.1. ppkt 1)-4) Załącznika nr 2 do SWZ (zgodnie z pkt. 9.4.3.1-9.4.3.4 Procedury Zakupów PGE Dystrybucja S.A.) składamy w odrębnym oświadczeniu zgodnie ze wzorem stanowiącym Załącznik nr 4 do SWZ, które przekazujemy w załączeniu.</w:t>
      </w:r>
    </w:p>
    <w:p w14:paraId="7786BF00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Zapoznaliśmy się i w pełni akceptujemy treść Specyfikacji Warunków Zamówienia wraz ze wszystkimi załącznikami i nie wnosimy do nich zastrzeżeń, a w przypadku wyboru naszej Oferty zobowiązujemy się do zawarcia umowy, zgodnie ze wzorem załączonym do SWZ.</w:t>
      </w:r>
    </w:p>
    <w:p w14:paraId="075A4AEE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Podane elementy ceny obejmują przedmiot i zakres zamówienia zgodnie z zasadami i warunkami określonymi w Projekcie Umowy stanowiącym Załącznik do SWZ, a także uwzględniają wszystkie składniki związane z realizacją przedmiotu zamówienia wpływające na wysokość ceny.</w:t>
      </w:r>
    </w:p>
    <w:p w14:paraId="2DF93D8A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Oświadczamy, że niedoszacowanie, pominięcie lub brak należytego rozpoznania przez nas zakresu przedmiotu Zamówienia nie jest podstawą do żądania zmiany ceny.</w:t>
      </w:r>
    </w:p>
    <w:p w14:paraId="4DBAAFFF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color w:val="092D74" w:themeColor="text2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Oświadczamy, że zapoznaliśmy się z zasadami określonymi w Kodeksie Postępowania dla Partnerów Biznesowych PGE Dystrybucja S.A. oraz w Dobrych praktykach zakupowych PGE Dystrybucja S.A. W przypadku wyboru naszej Oferty ostatecznej zapewniamy, że w swojej działalności będziemy przestrzegać wszystkich obowiązujących przepisów prawa oraz postanowień wyżej wymienionych dokumentów. </w:t>
      </w:r>
      <w:r w:rsidRPr="00D9767E">
        <w:rPr>
          <w:rFonts w:cstheme="minorHAnsi"/>
          <w:szCs w:val="18"/>
          <w:lang w:eastAsia="pl-PL"/>
        </w:rPr>
        <w:t>Oświadczamy, że dołożymy należytej staranności, aby nasi pracownicy, współpracownicy, podwykonawcy lub  osoby, przy pomocy, których będziemy świadczyć usługi/dostawy/roboty budowlane przestrzegali postanowień wyżej wymienionych dokumentów</w:t>
      </w:r>
      <w:r w:rsidRPr="00D9767E">
        <w:rPr>
          <w:rFonts w:cstheme="minorHAnsi"/>
          <w:color w:val="092D74" w:themeColor="text2"/>
          <w:szCs w:val="18"/>
          <w:lang w:eastAsia="pl-PL"/>
        </w:rPr>
        <w:t>.</w:t>
      </w:r>
    </w:p>
    <w:p w14:paraId="0DFEB3D0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Otrzymaliśmy konieczne informacje do przygotowania Oferty i wykonania Zakupu.</w:t>
      </w:r>
    </w:p>
    <w:p w14:paraId="7F44F4CC" w14:textId="4CD8DCBE" w:rsidR="00B67D39" w:rsidRPr="00D9767E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</w:rPr>
        <w:t>Oświadczamy, że</w:t>
      </w:r>
      <w:r w:rsidRPr="00D9767E">
        <w:rPr>
          <w:rStyle w:val="Odwoanieprzypisudolnego"/>
          <w:rFonts w:cstheme="minorHAnsi"/>
          <w:szCs w:val="18"/>
        </w:rPr>
        <w:footnoteReference w:id="4"/>
      </w:r>
      <w:r w:rsidR="00285DD6" w:rsidRPr="00D9767E">
        <w:rPr>
          <w:rFonts w:cstheme="minorHAnsi"/>
          <w:szCs w:val="18"/>
        </w:rPr>
        <w:t xml:space="preserve"> </w:t>
      </w:r>
      <w:r w:rsidRPr="00D9767E">
        <w:rPr>
          <w:rFonts w:cstheme="minorHAnsi"/>
          <w:szCs w:val="18"/>
        </w:rPr>
        <w:t xml:space="preserve">jeśli dotyczy, w przypadku dopuszczenia podwykonawstwa: </w:t>
      </w:r>
    </w:p>
    <w:p w14:paraId="137025D5" w14:textId="77777777" w:rsidR="00B67D39" w:rsidRPr="00D9767E" w:rsidRDefault="0045492F" w:rsidP="00B67D39">
      <w:pPr>
        <w:spacing w:line="240" w:lineRule="exact"/>
        <w:ind w:left="567" w:right="-284" w:hanging="141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1603793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D39" w:rsidRPr="00D9767E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B67D39" w:rsidRPr="00D9767E">
        <w:rPr>
          <w:rFonts w:cstheme="minorHAnsi"/>
          <w:szCs w:val="18"/>
        </w:rPr>
        <w:tab/>
        <w:t>Przedmiot zamówienia wykonamy siłami własnymi;</w:t>
      </w:r>
    </w:p>
    <w:p w14:paraId="50680943" w14:textId="77777777" w:rsidR="00B67D39" w:rsidRPr="00D9767E" w:rsidRDefault="0045492F" w:rsidP="00B67D39">
      <w:pPr>
        <w:spacing w:line="240" w:lineRule="exact"/>
        <w:ind w:left="567" w:right="-284" w:hanging="141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1117062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D39" w:rsidRPr="00D9767E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B67D39" w:rsidRPr="00D9767E">
        <w:rPr>
          <w:rFonts w:cstheme="minorHAnsi"/>
          <w:szCs w:val="18"/>
        </w:rPr>
        <w:tab/>
        <w:t>Powierzymy następującym podwykonawcom realizację następujących części:</w:t>
      </w:r>
    </w:p>
    <w:tbl>
      <w:tblPr>
        <w:tblStyle w:val="Tabela-Siatka"/>
        <w:tblW w:w="9497" w:type="dxa"/>
        <w:tblInd w:w="421" w:type="dxa"/>
        <w:tblLook w:val="04A0" w:firstRow="1" w:lastRow="0" w:firstColumn="1" w:lastColumn="0" w:noHBand="0" w:noVBand="1"/>
      </w:tblPr>
      <w:tblGrid>
        <w:gridCol w:w="708"/>
        <w:gridCol w:w="2748"/>
        <w:gridCol w:w="6041"/>
      </w:tblGrid>
      <w:tr w:rsidR="00B67D39" w:rsidRPr="00D9767E" w14:paraId="0483770B" w14:textId="77777777" w:rsidTr="009A129D">
        <w:tc>
          <w:tcPr>
            <w:tcW w:w="708" w:type="dxa"/>
            <w:shd w:val="clear" w:color="auto" w:fill="F2F2F2" w:themeFill="background1" w:themeFillShade="F2"/>
          </w:tcPr>
          <w:p w14:paraId="7E6E4871" w14:textId="77777777" w:rsidR="00B67D39" w:rsidRPr="00D9767E" w:rsidRDefault="00B67D39" w:rsidP="00285DD6">
            <w:pPr>
              <w:spacing w:line="240" w:lineRule="exact"/>
              <w:ind w:right="-284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Lp.</w:t>
            </w:r>
          </w:p>
        </w:tc>
        <w:tc>
          <w:tcPr>
            <w:tcW w:w="2748" w:type="dxa"/>
            <w:shd w:val="clear" w:color="auto" w:fill="F2F2F2" w:themeFill="background1" w:themeFillShade="F2"/>
          </w:tcPr>
          <w:p w14:paraId="67DE1108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Nazwa i adres podwykonawcy</w:t>
            </w:r>
          </w:p>
        </w:tc>
        <w:tc>
          <w:tcPr>
            <w:tcW w:w="6041" w:type="dxa"/>
            <w:shd w:val="clear" w:color="auto" w:fill="F2F2F2" w:themeFill="background1" w:themeFillShade="F2"/>
          </w:tcPr>
          <w:p w14:paraId="4D405505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Zakres zamówienia, który</w:t>
            </w:r>
          </w:p>
          <w:p w14:paraId="380A76FC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zostanie powierzony podwykonawcy</w:t>
            </w:r>
          </w:p>
        </w:tc>
      </w:tr>
      <w:tr w:rsidR="00B67D39" w:rsidRPr="00D9767E" w14:paraId="1BC01446" w14:textId="77777777" w:rsidTr="009A129D">
        <w:tc>
          <w:tcPr>
            <w:tcW w:w="708" w:type="dxa"/>
          </w:tcPr>
          <w:p w14:paraId="427A9E23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748" w:type="dxa"/>
          </w:tcPr>
          <w:p w14:paraId="751186F1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41" w:type="dxa"/>
          </w:tcPr>
          <w:p w14:paraId="3C72D0C6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B67D39" w:rsidRPr="00D9767E" w14:paraId="1F778427" w14:textId="77777777" w:rsidTr="009A129D">
        <w:tc>
          <w:tcPr>
            <w:tcW w:w="708" w:type="dxa"/>
          </w:tcPr>
          <w:p w14:paraId="32D67AD3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748" w:type="dxa"/>
          </w:tcPr>
          <w:p w14:paraId="6932CFBC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41" w:type="dxa"/>
          </w:tcPr>
          <w:p w14:paraId="5D584C64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</w:tr>
    </w:tbl>
    <w:p w14:paraId="47158E41" w14:textId="77777777" w:rsidR="00B67D39" w:rsidRPr="00D9767E" w:rsidRDefault="00B67D39" w:rsidP="00B67D39">
      <w:pPr>
        <w:pStyle w:val="Akapitzlist"/>
        <w:ind w:left="426"/>
        <w:rPr>
          <w:rFonts w:cstheme="minorHAnsi"/>
          <w:szCs w:val="18"/>
          <w:lang w:eastAsia="pl-PL"/>
        </w:rPr>
      </w:pPr>
    </w:p>
    <w:p w14:paraId="20FF3566" w14:textId="75025593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iCs/>
          <w:szCs w:val="18"/>
        </w:rPr>
        <w:lastRenderedPageBreak/>
        <w:t>Wybór naszej Oferty</w:t>
      </w:r>
      <w:r w:rsidRPr="00D9767E">
        <w:rPr>
          <w:rFonts w:cstheme="minorHAnsi"/>
          <w:iCs/>
          <w:szCs w:val="18"/>
          <w:vertAlign w:val="superscript"/>
        </w:rPr>
        <w:footnoteReference w:id="5"/>
      </w:r>
      <w:r w:rsidR="00285DD6" w:rsidRPr="00D9767E">
        <w:rPr>
          <w:rFonts w:cstheme="minorHAnsi"/>
          <w:iCs/>
          <w:szCs w:val="18"/>
        </w:rPr>
        <w:t>:</w:t>
      </w:r>
    </w:p>
    <w:p w14:paraId="79B03F1A" w14:textId="77777777" w:rsidR="00B67D39" w:rsidRPr="00D9767E" w:rsidRDefault="00B67D39" w:rsidP="00B67D39">
      <w:pPr>
        <w:spacing w:line="240" w:lineRule="exact"/>
        <w:ind w:left="709" w:hanging="283"/>
        <w:rPr>
          <w:rFonts w:cstheme="minorHAnsi"/>
          <w:iCs/>
          <w:szCs w:val="18"/>
        </w:rPr>
      </w:pPr>
      <w:r w:rsidRPr="00D9767E">
        <w:rPr>
          <w:rFonts w:ascii="Segoe UI Symbol" w:hAnsi="Segoe UI Symbol" w:cs="Segoe UI Symbol"/>
          <w:iCs/>
          <w:szCs w:val="18"/>
        </w:rPr>
        <w:t>☐</w:t>
      </w:r>
      <w:r w:rsidRPr="00D9767E">
        <w:rPr>
          <w:rFonts w:cstheme="minorHAnsi"/>
          <w:iCs/>
          <w:szCs w:val="18"/>
        </w:rPr>
        <w:t xml:space="preserve">  </w:t>
      </w:r>
      <w:r w:rsidRPr="00D9767E">
        <w:rPr>
          <w:rFonts w:cstheme="minorHAnsi"/>
          <w:iCs/>
          <w:szCs w:val="18"/>
        </w:rPr>
        <w:tab/>
        <w:t>nie b</w:t>
      </w:r>
      <w:r w:rsidRPr="00D9767E">
        <w:rPr>
          <w:rFonts w:cs="Calibri"/>
          <w:iCs/>
          <w:szCs w:val="18"/>
        </w:rPr>
        <w:t>ę</w:t>
      </w:r>
      <w:r w:rsidRPr="00D9767E">
        <w:rPr>
          <w:rFonts w:cstheme="minorHAnsi"/>
          <w:iCs/>
          <w:szCs w:val="18"/>
        </w:rPr>
        <w:t>dzie prowadzi</w:t>
      </w:r>
      <w:r w:rsidRPr="00D9767E">
        <w:rPr>
          <w:rFonts w:cs="Calibri"/>
          <w:iCs/>
          <w:szCs w:val="18"/>
        </w:rPr>
        <w:t>ć</w:t>
      </w:r>
      <w:r w:rsidRPr="00D9767E">
        <w:rPr>
          <w:rFonts w:cstheme="minorHAnsi"/>
          <w:iCs/>
          <w:szCs w:val="18"/>
        </w:rPr>
        <w:t xml:space="preserve"> do powstania u Zamawiaj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cego obowi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zku podatkowego.</w:t>
      </w:r>
    </w:p>
    <w:p w14:paraId="7971B95C" w14:textId="77777777" w:rsidR="00B67D39" w:rsidRPr="00D9767E" w:rsidRDefault="00B67D39" w:rsidP="00CF1059">
      <w:pPr>
        <w:spacing w:line="240" w:lineRule="exact"/>
        <w:ind w:left="709" w:hanging="283"/>
        <w:jc w:val="both"/>
        <w:rPr>
          <w:rFonts w:cstheme="minorHAnsi"/>
          <w:iCs/>
          <w:szCs w:val="18"/>
        </w:rPr>
      </w:pPr>
      <w:r w:rsidRPr="00D9767E">
        <w:rPr>
          <w:rFonts w:ascii="Segoe UI Symbol" w:hAnsi="Segoe UI Symbol" w:cs="Segoe UI Symbol"/>
          <w:iCs/>
          <w:szCs w:val="18"/>
        </w:rPr>
        <w:t>☐</w:t>
      </w:r>
      <w:r w:rsidRPr="00D9767E">
        <w:rPr>
          <w:rFonts w:cstheme="minorHAnsi"/>
          <w:iCs/>
          <w:szCs w:val="18"/>
        </w:rPr>
        <w:t xml:space="preserve">  </w:t>
      </w:r>
      <w:r w:rsidRPr="00D9767E">
        <w:rPr>
          <w:rFonts w:cstheme="minorHAnsi"/>
          <w:iCs/>
          <w:szCs w:val="18"/>
        </w:rPr>
        <w:tab/>
        <w:t>b</w:t>
      </w:r>
      <w:r w:rsidRPr="00D9767E">
        <w:rPr>
          <w:rFonts w:cs="Calibri"/>
          <w:iCs/>
          <w:szCs w:val="18"/>
        </w:rPr>
        <w:t>ę</w:t>
      </w:r>
      <w:r w:rsidRPr="00D9767E">
        <w:rPr>
          <w:rFonts w:cstheme="minorHAnsi"/>
          <w:iCs/>
          <w:szCs w:val="18"/>
        </w:rPr>
        <w:t>dzie prowadzi</w:t>
      </w:r>
      <w:r w:rsidRPr="00D9767E">
        <w:rPr>
          <w:rFonts w:cs="Calibri"/>
          <w:iCs/>
          <w:szCs w:val="18"/>
        </w:rPr>
        <w:t>ć</w:t>
      </w:r>
      <w:r w:rsidRPr="00D9767E">
        <w:rPr>
          <w:rFonts w:cstheme="minorHAnsi"/>
          <w:iCs/>
          <w:szCs w:val="18"/>
        </w:rPr>
        <w:t xml:space="preserve"> do powstania u Zamawiaj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cego obowi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zku podatkowego. Wskazujemy nazw</w:t>
      </w:r>
      <w:r w:rsidRPr="00D9767E">
        <w:rPr>
          <w:rFonts w:cs="Calibri"/>
          <w:iCs/>
          <w:szCs w:val="18"/>
        </w:rPr>
        <w:t>ę</w:t>
      </w:r>
      <w:r w:rsidRPr="00D9767E">
        <w:rPr>
          <w:rFonts w:cstheme="minorHAnsi"/>
          <w:iCs/>
          <w:szCs w:val="18"/>
        </w:rPr>
        <w:t xml:space="preserve"> (rodzaj) towaru lub us</w:t>
      </w:r>
      <w:r w:rsidRPr="00D9767E">
        <w:rPr>
          <w:rFonts w:cs="Calibri"/>
          <w:iCs/>
          <w:szCs w:val="18"/>
        </w:rPr>
        <w:t>ł</w:t>
      </w:r>
      <w:r w:rsidRPr="00D9767E">
        <w:rPr>
          <w:rFonts w:cstheme="minorHAnsi"/>
          <w:iCs/>
          <w:szCs w:val="18"/>
        </w:rPr>
        <w:t>ugi, kt</w:t>
      </w:r>
      <w:r w:rsidRPr="00D9767E">
        <w:rPr>
          <w:rFonts w:cs="Calibri"/>
          <w:iCs/>
          <w:szCs w:val="18"/>
        </w:rPr>
        <w:t>ó</w:t>
      </w:r>
      <w:r w:rsidRPr="00D9767E">
        <w:rPr>
          <w:rFonts w:cstheme="minorHAnsi"/>
          <w:iCs/>
          <w:szCs w:val="18"/>
        </w:rPr>
        <w:t>rych dostawa lub świadczenie będzie prowadzić do jego powstania, ich wartość bez kwoty podatku oraz stawkę podatku, która zgodnie z wiedzą Wykonawcy, będzie miała zastosowanie: …......................................................................................................................</w:t>
      </w:r>
    </w:p>
    <w:p w14:paraId="1AE0F470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Uważamy się za związanych niniejszą Ofertą przez okres wskazany w pkt 11.1. SWZ.</w:t>
      </w:r>
    </w:p>
    <w:p w14:paraId="430E2376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</w:rPr>
        <w:t xml:space="preserve">Oświadczamy, że załączone dokumenty są jawne i nie zawierają informacji stanowiących tajemnicę przedsiębiorstwa w rozumieniu przepisów o zwalczaniu nieuczciwej konkurencji, za wyjątkiem informacji zawartych w plikach złożonych w katalogu „Dokument niejawny (tajemnica przedsiębiorstwa)”. Pliki te stanowią tajemnicę przedsiębiorstwa w rozumieniu ustawy z dnia 16 kwietnia 1993 r. o zwalczaniu nieuczciwej konkurencji </w:t>
      </w:r>
      <w:r w:rsidRPr="00D9767E">
        <w:rPr>
          <w:rFonts w:cstheme="minorHAnsi"/>
          <w:i/>
          <w:szCs w:val="18"/>
        </w:rPr>
        <w:t>(jeżeli Wykonawca zastrzega tajemnicę przedsiębiorstwa zobowiązany jest do wykazania, iż zastrzeżone informacje stanowią tajemnicę przedsiębiorstwa w rozumieniu art. 11 ust. 2 ustawy z dnia 16 kwietnia 1993 r. o zwalczaniu nieuczciwej konkurencji).</w:t>
      </w:r>
      <w:r w:rsidRPr="00D9767E">
        <w:rPr>
          <w:rStyle w:val="Odwoanieprzypisudolnego"/>
          <w:rFonts w:cstheme="minorHAnsi"/>
          <w:i/>
          <w:szCs w:val="18"/>
        </w:rPr>
        <w:footnoteReference w:id="6"/>
      </w:r>
    </w:p>
    <w:p w14:paraId="1073373E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Oświadczamy, że załączone do oferty dokumenty przedstawiają stan prawny i faktyczny, aktualny na dzień złożenia oferty (za składanie nieprawdziwych informacji Wykonawca odpowiada zgodnie z art. 270 Kodeksu Karnego).</w:t>
      </w:r>
    </w:p>
    <w:p w14:paraId="2F1B030A" w14:textId="1D707996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trike/>
          <w:szCs w:val="18"/>
          <w:lang w:eastAsia="pl-PL"/>
        </w:rPr>
      </w:pPr>
      <w:r w:rsidRPr="00D9767E">
        <w:rPr>
          <w:rFonts w:cstheme="minorHAnsi"/>
          <w:strike/>
          <w:szCs w:val="18"/>
          <w:lang w:eastAsia="pl-PL"/>
        </w:rPr>
        <w:t xml:space="preserve">Wadium o wartości </w:t>
      </w:r>
      <w:r w:rsidR="00D9767E" w:rsidRPr="00D9767E">
        <w:rPr>
          <w:rFonts w:cstheme="minorHAnsi"/>
          <w:strike/>
          <w:szCs w:val="18"/>
          <w:lang w:eastAsia="pl-PL"/>
        </w:rPr>
        <w:t>…..</w:t>
      </w:r>
      <w:r w:rsidRPr="00D9767E">
        <w:rPr>
          <w:rFonts w:cstheme="minorHAnsi"/>
          <w:strike/>
          <w:szCs w:val="18"/>
          <w:lang w:eastAsia="pl-PL"/>
        </w:rPr>
        <w:t xml:space="preserve">zł zostało wniesione w formie …............................ </w:t>
      </w:r>
    </w:p>
    <w:p w14:paraId="3BB27B39" w14:textId="77777777" w:rsidR="00B67D39" w:rsidRPr="00D9767E" w:rsidRDefault="00B67D39" w:rsidP="00CF105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W przypadku, gdy realizowane przez Wykonawcę zamówienie będzie wymagało powierzenia przez PGE Dystrybucja S.A. danych osobowych do przetwarzania, zobowiązujemy się do przyjęcia wszystkich obowiązków wynikających z art. 28 RODO, przedstawimy wypełnioną Ankietę dla Przetwarzającego i zapewniamy wystarczające gwarancje wdrożenia odpowiednich środków technicznych i organizacyjnych, aby przetwarzanie danych osobowych spełniało wymogi wynikające z 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 mających zastosowanie i chroniło prawa osób, których dane dotyczą.</w:t>
      </w:r>
    </w:p>
    <w:p w14:paraId="492E13C5" w14:textId="77777777" w:rsidR="00B67D39" w:rsidRPr="00D9767E" w:rsidRDefault="00B67D39" w:rsidP="00CF1059">
      <w:pPr>
        <w:pStyle w:val="Akapitzlist"/>
        <w:spacing w:before="120"/>
        <w:ind w:left="993" w:hanging="567"/>
        <w:jc w:val="both"/>
        <w:rPr>
          <w:rFonts w:cstheme="minorHAnsi"/>
          <w:szCs w:val="18"/>
        </w:rPr>
      </w:pPr>
      <w:r w:rsidRPr="00D9767E">
        <w:rPr>
          <w:rFonts w:cstheme="minorHAnsi"/>
          <w:szCs w:val="18"/>
          <w:lang w:eastAsia="pl-PL"/>
        </w:rPr>
        <w:t>15.1.</w:t>
      </w:r>
      <w:r w:rsidRPr="00D9767E">
        <w:rPr>
          <w:rFonts w:cstheme="minorHAnsi"/>
          <w:szCs w:val="18"/>
          <w:lang w:eastAsia="pl-PL"/>
        </w:rPr>
        <w:tab/>
      </w:r>
      <w:r w:rsidRPr="00D9767E">
        <w:rPr>
          <w:rFonts w:cstheme="minorHAnsi"/>
          <w:szCs w:val="18"/>
        </w:rPr>
        <w:t>Oświadczamy, że wypełniliśmy obowiązki informacyjne przewidziane w art. 13 lub art. 14 RODO  wobec osób fizycznych, od których dane osobowe bezpośrednio lub pośrednio pozyskaliśmy w celu ubiegania się o udzielenie Zakupu w niniejszym postępowaniu.</w:t>
      </w:r>
      <w:r w:rsidRPr="00D9767E">
        <w:rPr>
          <w:rStyle w:val="Odwoanieprzypisudolnego"/>
          <w:rFonts w:cstheme="minorHAnsi"/>
          <w:szCs w:val="18"/>
        </w:rPr>
        <w:footnoteReference w:id="7"/>
      </w:r>
    </w:p>
    <w:p w14:paraId="07B95326" w14:textId="77777777" w:rsidR="00B67D39" w:rsidRPr="00D9767E" w:rsidRDefault="00B67D39" w:rsidP="00CF1059">
      <w:pPr>
        <w:pStyle w:val="Akapitzlist"/>
        <w:spacing w:before="120"/>
        <w:ind w:left="993" w:hanging="567"/>
        <w:jc w:val="both"/>
        <w:rPr>
          <w:rFonts w:cstheme="minorHAnsi"/>
          <w:szCs w:val="18"/>
        </w:rPr>
      </w:pPr>
      <w:r w:rsidRPr="00D9767E">
        <w:rPr>
          <w:rFonts w:cstheme="minorHAnsi"/>
          <w:szCs w:val="18"/>
        </w:rPr>
        <w:t>15.2.</w:t>
      </w:r>
      <w:r w:rsidRPr="00D9767E">
        <w:rPr>
          <w:rFonts w:cstheme="minorHAnsi"/>
          <w:szCs w:val="18"/>
        </w:rPr>
        <w:tab/>
      </w:r>
      <w:r w:rsidRPr="00D9767E">
        <w:rPr>
          <w:rFonts w:cstheme="minorHAnsi"/>
          <w:szCs w:val="18"/>
          <w:lang w:eastAsia="pl-PL"/>
        </w:rPr>
        <w:t xml:space="preserve">Oświadczamy, że zapewniamy wystarczające gwarancje wdrożenia odpowiednich środków technicznych i organizacyjnych, aby przetwarzanie danych osobowych spełniało wymogi wynikające z obowiązujących przepisów o ochronie danych osobowych, w tym przepisów RODO mających zastosowanie i chroniło prawa osób, których dane dotyczą. Jednocześnie oświadczamy, że: </w:t>
      </w:r>
    </w:p>
    <w:p w14:paraId="6BB77F77" w14:textId="77777777" w:rsidR="00B67D39" w:rsidRPr="00D9767E" w:rsidRDefault="00B67D39" w:rsidP="00CF1059">
      <w:pPr>
        <w:pStyle w:val="Akapitzlist"/>
        <w:numPr>
          <w:ilvl w:val="1"/>
          <w:numId w:val="29"/>
        </w:numPr>
        <w:spacing w:after="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Znane są nam wszelkie obowiązki wynikające z obowiązujących przepisów o ochronie danych osobowych, w tym przepisów RODO, które zobowiązujemy się wykonywać jako podmiot przetwarzający dane osobowe na zlecenie administratora danych lub jako administrator danych osobowych.</w:t>
      </w:r>
    </w:p>
    <w:p w14:paraId="79A1EDF1" w14:textId="77777777" w:rsidR="00B67D39" w:rsidRPr="00D9767E" w:rsidRDefault="00B67D39" w:rsidP="00CF105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Zapoznaliśmy się z klauzulą informacyjną dotyczącą przetwarzania danych osobowych osób fizycznych zamieszczoną na stronie internetowej:</w:t>
      </w:r>
    </w:p>
    <w:p w14:paraId="54321E2D" w14:textId="77777777" w:rsidR="00B67D39" w:rsidRPr="00D9767E" w:rsidRDefault="0045492F" w:rsidP="00CF1059">
      <w:pPr>
        <w:pStyle w:val="Akapitzlist"/>
        <w:spacing w:before="120" w:after="120" w:line="240" w:lineRule="exact"/>
        <w:ind w:left="1418" w:hanging="2"/>
        <w:jc w:val="both"/>
        <w:rPr>
          <w:rFonts w:cstheme="minorHAnsi"/>
          <w:szCs w:val="18"/>
          <w:lang w:eastAsia="pl-PL"/>
        </w:rPr>
      </w:pPr>
      <w:hyperlink r:id="rId11" w:history="1">
        <w:r w:rsidR="00B67D39" w:rsidRPr="00D9767E">
          <w:rPr>
            <w:rStyle w:val="Hipercze"/>
            <w:rFonts w:cstheme="minorHAnsi"/>
            <w:sz w:val="18"/>
            <w:szCs w:val="18"/>
          </w:rPr>
          <w:t>https://pgedystrybucja.pl/przetargi/przetargi-zakupowe</w:t>
        </w:r>
      </w:hyperlink>
      <w:r w:rsidR="00B67D39" w:rsidRPr="00D9767E">
        <w:rPr>
          <w:rFonts w:cstheme="minorHAnsi"/>
          <w:i/>
          <w:szCs w:val="18"/>
          <w:lang w:eastAsia="pl-PL"/>
        </w:rPr>
        <w:t>;</w:t>
      </w:r>
    </w:p>
    <w:p w14:paraId="21BC8648" w14:textId="528EEB7E" w:rsidR="00B67D39" w:rsidRPr="00D9767E" w:rsidRDefault="00CF1059" w:rsidP="00CF105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w</w:t>
      </w:r>
      <w:r w:rsidR="00B67D39" w:rsidRPr="00D9767E">
        <w:rPr>
          <w:rFonts w:cstheme="minorHAnsi"/>
          <w:szCs w:val="18"/>
          <w:lang w:eastAsia="pl-PL"/>
        </w:rPr>
        <w:t>ypełniliśmy obowiązki wynikające z przepisów o ochronie danych osobowych (w szczególności RODO), w tym obowiązki informacyjne, w stosunku do osób, od których dane osobowe bezpośrednio lub pośrednio pozyskaliśmy w celu ubiegania się o udzielenie Zakupu w niniejszym postępowaniu. Spełniliśmy w imieniu Zamawiającego wobec tych osób obowiązek informacyjny Zamawiającego z art. 14 RODO, zgodnie z klauzulą informacyjną Zamawiającego zamieszczoną na stronie internetowej:</w:t>
      </w:r>
    </w:p>
    <w:p w14:paraId="58783B24" w14:textId="77777777" w:rsidR="00B67D39" w:rsidRPr="00D9767E" w:rsidRDefault="0045492F" w:rsidP="00CF1059">
      <w:pPr>
        <w:pStyle w:val="Akapitzlist"/>
        <w:spacing w:before="120" w:after="120" w:line="240" w:lineRule="exact"/>
        <w:ind w:left="1418" w:hanging="2"/>
        <w:jc w:val="both"/>
        <w:rPr>
          <w:rFonts w:cstheme="minorHAnsi"/>
          <w:szCs w:val="18"/>
          <w:lang w:eastAsia="pl-PL"/>
        </w:rPr>
      </w:pPr>
      <w:hyperlink r:id="rId12" w:history="1">
        <w:r w:rsidR="00B67D39" w:rsidRPr="00D9767E">
          <w:rPr>
            <w:rStyle w:val="Hipercze"/>
            <w:rFonts w:cstheme="minorHAnsi"/>
            <w:sz w:val="18"/>
            <w:szCs w:val="18"/>
          </w:rPr>
          <w:t>https://pgedystrybucja.pl/przetargi/przetargi-zakupowe</w:t>
        </w:r>
      </w:hyperlink>
      <w:r w:rsidR="00B67D39" w:rsidRPr="00D9767E">
        <w:rPr>
          <w:rFonts w:cstheme="minorHAnsi"/>
          <w:szCs w:val="18"/>
          <w:lang w:eastAsia="pl-PL"/>
        </w:rPr>
        <w:t>;</w:t>
      </w:r>
    </w:p>
    <w:p w14:paraId="1781BCC1" w14:textId="72E85B9E" w:rsidR="00B67D39" w:rsidRPr="00D9767E" w:rsidRDefault="00CF1059" w:rsidP="00B67D3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w</w:t>
      </w:r>
      <w:r w:rsidR="00B67D39" w:rsidRPr="00D9767E">
        <w:rPr>
          <w:rFonts w:cstheme="minorHAnsi"/>
          <w:szCs w:val="18"/>
          <w:lang w:eastAsia="pl-PL"/>
        </w:rPr>
        <w:t xml:space="preserve"> przypadku zawarcia umowy w wyniku niniejszego postępowania, jako podmiot przetwarzający dane osobowe na zlecenie administratora danych (Zamawiającego), zobowiązujemy się zawrzeć z Zamawiającym umowę powierzenia przetwarzania danych osobowych, według wzoru obowiązującego u Zamawiającego. </w:t>
      </w:r>
    </w:p>
    <w:p w14:paraId="6733086F" w14:textId="77777777" w:rsidR="00B67D39" w:rsidRPr="00D9767E" w:rsidRDefault="00B67D39" w:rsidP="00B67D39">
      <w:pPr>
        <w:pStyle w:val="Akapitzlist"/>
        <w:spacing w:before="120"/>
        <w:ind w:left="426"/>
        <w:rPr>
          <w:rFonts w:cstheme="minorHAnsi"/>
          <w:b/>
          <w:szCs w:val="18"/>
          <w:lang w:eastAsia="pl-PL"/>
        </w:rPr>
      </w:pPr>
    </w:p>
    <w:p w14:paraId="2BD77FBD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Przekazywane przez nas dane osobowe mogą być wykorzystane wyłącznie w  celach związanych z niniejszym postępowaniem zakupowym.</w:t>
      </w:r>
    </w:p>
    <w:p w14:paraId="054C4157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Do niniejszej oferty są dołączone następujące załączniki:</w:t>
      </w:r>
    </w:p>
    <w:p w14:paraId="59736B9D" w14:textId="77777777" w:rsidR="00B67D39" w:rsidRPr="00D9767E" w:rsidRDefault="00B67D39" w:rsidP="00B67D39">
      <w:pPr>
        <w:tabs>
          <w:tab w:val="left" w:pos="426"/>
        </w:tabs>
        <w:ind w:firstLine="426"/>
        <w:rPr>
          <w:rFonts w:cstheme="minorHAnsi"/>
          <w:bCs/>
          <w:szCs w:val="18"/>
        </w:rPr>
      </w:pPr>
      <w:r w:rsidRPr="00D9767E">
        <w:rPr>
          <w:rFonts w:cstheme="minorHAnsi"/>
          <w:bCs/>
          <w:szCs w:val="18"/>
        </w:rPr>
        <w:t>Załącznik nr 1 - …………</w:t>
      </w:r>
    </w:p>
    <w:p w14:paraId="3BF44B0A" w14:textId="77777777" w:rsidR="00B67D39" w:rsidRPr="00D9767E" w:rsidRDefault="00B67D39" w:rsidP="00B67D39">
      <w:pPr>
        <w:tabs>
          <w:tab w:val="left" w:pos="426"/>
        </w:tabs>
        <w:ind w:firstLine="426"/>
        <w:rPr>
          <w:rFonts w:cstheme="minorHAnsi"/>
          <w:bCs/>
          <w:szCs w:val="18"/>
        </w:rPr>
      </w:pPr>
      <w:r w:rsidRPr="00D9767E">
        <w:rPr>
          <w:rFonts w:cstheme="minorHAnsi"/>
          <w:bCs/>
          <w:szCs w:val="18"/>
        </w:rPr>
        <w:t>Załącznik nr 2 - …………</w:t>
      </w:r>
    </w:p>
    <w:p w14:paraId="33AD676B" w14:textId="77777777" w:rsidR="00B67D39" w:rsidRPr="00D9767E" w:rsidRDefault="00B67D39" w:rsidP="00381365">
      <w:pPr>
        <w:rPr>
          <w:rFonts w:cstheme="minorHAnsi"/>
        </w:rPr>
      </w:pPr>
    </w:p>
    <w:p w14:paraId="2B2CB4B3" w14:textId="73C6721B" w:rsidR="00381365" w:rsidRPr="00D9767E" w:rsidRDefault="00381365" w:rsidP="00381365">
      <w:pPr>
        <w:rPr>
          <w:rFonts w:cstheme="minorHAnsi"/>
        </w:rPr>
      </w:pPr>
    </w:p>
    <w:p w14:paraId="1F146800" w14:textId="14585345" w:rsidR="00381365" w:rsidRPr="00D9767E" w:rsidRDefault="00381365" w:rsidP="00381365">
      <w:pPr>
        <w:rPr>
          <w:rFonts w:cstheme="minorHAnsi"/>
        </w:rPr>
      </w:pPr>
    </w:p>
    <w:p w14:paraId="1B7F3631" w14:textId="611DB4E8" w:rsidR="00381365" w:rsidRPr="00D9767E" w:rsidRDefault="00381365" w:rsidP="00381365">
      <w:pPr>
        <w:rPr>
          <w:rFonts w:cstheme="minorHAnsi"/>
        </w:rPr>
      </w:pPr>
    </w:p>
    <w:p w14:paraId="4BB21D18" w14:textId="77777777" w:rsidR="00381365" w:rsidRPr="00D9767E" w:rsidRDefault="00381365" w:rsidP="00381365">
      <w:pPr>
        <w:rPr>
          <w:rFonts w:cstheme="minorHAnsi"/>
        </w:rPr>
      </w:pPr>
    </w:p>
    <w:p w14:paraId="18BCF4A9" w14:textId="77777777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D9767E">
        <w:rPr>
          <w:rFonts w:cstheme="minorHAnsi"/>
          <w:sz w:val="16"/>
          <w:szCs w:val="16"/>
        </w:rPr>
        <w:t>...................................................................................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553812D" w14:textId="2A89B380" w:rsidR="00624831" w:rsidRDefault="00381365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 w:rsidR="00624831">
        <w:rPr>
          <w:rFonts w:cstheme="minorHAnsi"/>
          <w:i/>
          <w:sz w:val="16"/>
          <w:szCs w:val="16"/>
        </w:rPr>
        <w:t>u Wykonawcy</w:t>
      </w:r>
      <w:bookmarkEnd w:id="0"/>
      <w:bookmarkEnd w:id="1"/>
      <w:bookmarkEnd w:id="2"/>
      <w:bookmarkEnd w:id="3"/>
      <w:bookmarkEnd w:id="4"/>
      <w:bookmarkEnd w:id="5"/>
    </w:p>
    <w:p w14:paraId="7FB808E4" w14:textId="58D76116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59B46D8B" w14:textId="241D076F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08B2E753" w14:textId="36F7ED6A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605BD2F3" w14:textId="1EBD2CE0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5A6F5169" w14:textId="7526F092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71E7FA50" w14:textId="09FB76FF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0F10C532" w14:textId="1DA12427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49F4A976" w14:textId="65B2195A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7C837B57" w14:textId="6AE640DC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1E532E03" w14:textId="0D6486AE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648F7655" w14:textId="48D412AC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0ADD1F50" w14:textId="17124B4C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33DF697E" w14:textId="1BBE576A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702C3241" w14:textId="4EF037FA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70A05F70" w14:textId="0A53EE94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50F45F42" w14:textId="0074B006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17918011" w14:textId="424E44D7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4FB3C63E" w14:textId="1C520706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11E442EE" w14:textId="6C3A35C5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102DB2EA" w14:textId="55D1FD26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73E96D26" w14:textId="5C7EC278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05F75F06" w14:textId="160BFDAA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650F236B" w14:textId="473B7369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4EC751AB" w14:textId="7C1ACFF8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2BA95D4C" w14:textId="77741C8A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3C77D251" w14:textId="7F6F0138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608EBC73" w14:textId="69DF4FDA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652ED62C" w14:textId="165DDF48" w:rsidR="000B53B2" w:rsidRDefault="000B53B2" w:rsidP="00466AE9">
      <w:pPr>
        <w:ind w:right="68"/>
        <w:rPr>
          <w:rFonts w:cstheme="minorHAnsi"/>
          <w:i/>
          <w:sz w:val="16"/>
          <w:szCs w:val="16"/>
        </w:rPr>
      </w:pPr>
    </w:p>
    <w:p w14:paraId="2A4B7E3C" w14:textId="77777777" w:rsidR="00466AE9" w:rsidRPr="00A62B4C" w:rsidRDefault="00466AE9" w:rsidP="00466AE9">
      <w:pPr>
        <w:ind w:right="68"/>
        <w:rPr>
          <w:rFonts w:ascii="Verdana" w:eastAsia="Verdana" w:hAnsi="Verdana" w:cs="Times New Roman"/>
        </w:rPr>
      </w:pPr>
    </w:p>
    <w:p w14:paraId="52B295E2" w14:textId="1EE75A99" w:rsidR="00535E9B" w:rsidRDefault="00535E9B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p w14:paraId="2C8B5D8D" w14:textId="4F235324" w:rsidR="00F72FB0" w:rsidRDefault="00F72FB0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p w14:paraId="193972A8" w14:textId="05316760" w:rsidR="00F72FB0" w:rsidRDefault="00F72FB0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p w14:paraId="53578FA9" w14:textId="6CD8BA8F" w:rsidR="00F72FB0" w:rsidRDefault="00F72FB0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p w14:paraId="61F8920A" w14:textId="43FA17FB" w:rsidR="00F72FB0" w:rsidRDefault="00F72FB0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p w14:paraId="6C76DA1D" w14:textId="77777777" w:rsidR="00F72FB0" w:rsidRDefault="00F72FB0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p w14:paraId="75622B4B" w14:textId="77777777" w:rsidR="000B53B2" w:rsidRDefault="000B53B2" w:rsidP="000B53B2">
      <w:pPr>
        <w:ind w:left="2552" w:hanging="2552"/>
        <w:jc w:val="right"/>
        <w:rPr>
          <w:rFonts w:ascii="Verdana" w:eastAsia="Verdana" w:hAnsi="Verdana" w:cs="Times New Roman"/>
          <w:b/>
        </w:rPr>
      </w:pPr>
      <w:r w:rsidRPr="00CC7E12">
        <w:rPr>
          <w:rFonts w:ascii="Verdana" w:eastAsia="Verdana" w:hAnsi="Verdana" w:cs="Times New Roman"/>
          <w:b/>
        </w:rPr>
        <w:lastRenderedPageBreak/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5223CDD6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p w14:paraId="429C72AB" w14:textId="77777777" w:rsidR="000B53B2" w:rsidRPr="00535E9B" w:rsidRDefault="000B53B2" w:rsidP="000B53B2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0B53B2" w:rsidRPr="006B56FD" w14:paraId="61D0D456" w14:textId="77777777" w:rsidTr="00C73AF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06E7E17E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08C24A4F" w14:textId="77777777" w:rsidR="000B53B2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20A980A2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21B888B7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3F61A15B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1F7807D6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AD1662C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98020" w14:textId="77777777" w:rsidR="000B53B2" w:rsidRPr="006B56FD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4C512CE" w14:textId="77777777" w:rsidR="000B53B2" w:rsidRPr="006B56FD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276F581B" w14:textId="77777777" w:rsidR="000B53B2" w:rsidRPr="006B56FD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593D388" w14:textId="77777777" w:rsidR="000B53B2" w:rsidRPr="006B56FD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4326EC70" w14:textId="77777777" w:rsidR="000B53B2" w:rsidRPr="00604B83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604B83">
              <w:rPr>
                <w:rFonts w:asciiTheme="minorHAnsi" w:hAnsiTheme="minorHAnsi" w:cstheme="minorHAnsi"/>
                <w:b/>
              </w:rPr>
              <w:t>Warszawa</w:t>
            </w:r>
          </w:p>
          <w:p w14:paraId="47494B0C" w14:textId="77777777" w:rsidR="000B53B2" w:rsidRPr="006B56FD" w:rsidRDefault="000B53B2" w:rsidP="00C73A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04B83">
              <w:rPr>
                <w:rFonts w:asciiTheme="minorHAnsi" w:hAnsiTheme="minorHAnsi" w:cstheme="minorHAnsi"/>
              </w:rPr>
              <w:t>Ul. Marsa 95, 04-470 Warszawa</w:t>
            </w:r>
          </w:p>
        </w:tc>
      </w:tr>
    </w:tbl>
    <w:p w14:paraId="236EE44D" w14:textId="77777777" w:rsidR="000B53B2" w:rsidRDefault="000B53B2" w:rsidP="000B53B2">
      <w:pPr>
        <w:rPr>
          <w:rFonts w:ascii="Verdana" w:eastAsia="Verdana" w:hAnsi="Verdana" w:cs="Times New Roman"/>
          <w:b/>
        </w:rPr>
      </w:pPr>
    </w:p>
    <w:p w14:paraId="70391784" w14:textId="77777777" w:rsidR="000B53B2" w:rsidRPr="00A62B4C" w:rsidRDefault="000B53B2" w:rsidP="000B53B2">
      <w:pPr>
        <w:rPr>
          <w:rFonts w:ascii="Verdana" w:eastAsia="Verdana" w:hAnsi="Verdana" w:cs="Times New Roman"/>
        </w:rPr>
      </w:pPr>
    </w:p>
    <w:p w14:paraId="59480FF9" w14:textId="77777777" w:rsidR="000B53B2" w:rsidRPr="00CC7E12" w:rsidRDefault="000B53B2" w:rsidP="000B53B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3C99A863" w14:textId="77777777" w:rsidR="000B53B2" w:rsidRPr="00B67D39" w:rsidRDefault="000B53B2" w:rsidP="000B53B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6DDDAB23" w14:textId="77777777" w:rsidR="000B53B2" w:rsidRPr="00B67D39" w:rsidRDefault="000B53B2" w:rsidP="000B53B2">
      <w:pPr>
        <w:rPr>
          <w:rFonts w:eastAsia="Verdana" w:cs="Times New Roman"/>
          <w:szCs w:val="18"/>
        </w:rPr>
      </w:pPr>
    </w:p>
    <w:p w14:paraId="6BFB615D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25D30C2C" w14:textId="77777777" w:rsidR="000B53B2" w:rsidRPr="00CC7E12" w:rsidRDefault="000B53B2" w:rsidP="000B53B2">
      <w:pPr>
        <w:jc w:val="both"/>
        <w:rPr>
          <w:rFonts w:cstheme="minorHAnsi"/>
        </w:rPr>
      </w:pPr>
    </w:p>
    <w:p w14:paraId="2C86B04E" w14:textId="670790CE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>
        <w:rPr>
          <w:rFonts w:cstheme="minorHAnsi"/>
          <w:b/>
          <w:i/>
        </w:rPr>
        <w:fldChar w:fldCharType="begin"/>
      </w:r>
      <w:r>
        <w:rPr>
          <w:rFonts w:cstheme="minorHAnsi"/>
          <w:b/>
          <w:i/>
        </w:rPr>
        <w:instrText xml:space="preserve"> MERGEFIELD nazwa_post </w:instrText>
      </w:r>
      <w:r>
        <w:rPr>
          <w:rFonts w:cstheme="minorHAnsi"/>
          <w:b/>
          <w:i/>
        </w:rPr>
        <w:fldChar w:fldCharType="separate"/>
      </w:r>
      <w:r w:rsidR="000D6C8E" w:rsidRPr="00B13F91">
        <w:rPr>
          <w:rFonts w:cstheme="minorHAnsi"/>
          <w:b/>
          <w:i/>
          <w:noProof/>
        </w:rPr>
        <w:t>RE PRUSZKÓW (35-2025RB) Prace budowlano-montażowe w celu zasilenia obiektu w: Zad. 1. – gm. Ożarów Maz. m. Józefów, ul. Fabryczna, nr dz. 19/25 Zad. 2. – gm. Grodzisk Maz. m. Adamowizna, ul. Pawia, nr dz. 41/109, 41/110, 41/111 Zad. 3. – gm. Izabelin C, m. Hornówek dz.66 Zad. 4. – gm. Ożarów Maz. dz. 32/33, 33/33, 33/30, 33/31, 33/26, 33/27, 33/19, 33/20, 33/15, 33/16</w:t>
      </w:r>
      <w:r>
        <w:rPr>
          <w:rFonts w:cstheme="minorHAnsi"/>
          <w:b/>
          <w:i/>
        </w:rPr>
        <w:fldChar w:fldCharType="end"/>
      </w:r>
      <w:r w:rsidRPr="00CC7E12">
        <w:rPr>
          <w:rFonts w:cstheme="minorHAnsi"/>
        </w:rPr>
        <w:t xml:space="preserve">, nr </w:t>
      </w:r>
      <w:r>
        <w:rPr>
          <w:rFonts w:cstheme="minorHAnsi"/>
          <w:b/>
        </w:rPr>
        <w:fldChar w:fldCharType="begin"/>
      </w:r>
      <w:r>
        <w:rPr>
          <w:rFonts w:cstheme="minorHAnsi"/>
          <w:b/>
        </w:rPr>
        <w:instrText xml:space="preserve"> MERGEFIELD nr_postepowania </w:instrText>
      </w:r>
      <w:r>
        <w:rPr>
          <w:rFonts w:cstheme="minorHAnsi"/>
          <w:b/>
        </w:rPr>
        <w:fldChar w:fldCharType="separate"/>
      </w:r>
      <w:r w:rsidR="000D6C8E" w:rsidRPr="00B13F91">
        <w:rPr>
          <w:rFonts w:cstheme="minorHAnsi"/>
          <w:b/>
          <w:noProof/>
        </w:rPr>
        <w:t>POST/DYS/OW/GZ/04333/2025</w:t>
      </w:r>
      <w:r>
        <w:rPr>
          <w:rFonts w:cstheme="minorHAnsi"/>
          <w:b/>
        </w:rPr>
        <w:fldChar w:fldCharType="end"/>
      </w:r>
      <w:r w:rsidRPr="00CC7E12">
        <w:rPr>
          <w:rFonts w:cstheme="minorHAnsi"/>
        </w:rPr>
        <w:t xml:space="preserve">, prowadzonego przez </w:t>
      </w:r>
      <w:r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46265C47" w14:textId="77777777" w:rsidR="000B53B2" w:rsidRPr="00CC7E12" w:rsidRDefault="000B53B2" w:rsidP="000B53B2">
      <w:pPr>
        <w:jc w:val="both"/>
        <w:rPr>
          <w:rFonts w:cstheme="minorHAnsi"/>
        </w:rPr>
      </w:pPr>
    </w:p>
    <w:p w14:paraId="48AEF59F" w14:textId="77777777" w:rsidR="000B53B2" w:rsidRPr="00CC7E12" w:rsidRDefault="000B53B2" w:rsidP="000B53B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7B11A8D4" w14:textId="77777777" w:rsidR="000B53B2" w:rsidRPr="002C2C2F" w:rsidRDefault="000B53B2" w:rsidP="000B53B2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8"/>
      </w:r>
    </w:p>
    <w:p w14:paraId="6F86C593" w14:textId="77777777" w:rsidR="000B53B2" w:rsidRPr="002C2C2F" w:rsidRDefault="000B53B2" w:rsidP="000B53B2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9"/>
      </w:r>
    </w:p>
    <w:p w14:paraId="20567C49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30EAB4F1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72C52C6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3A704BE0" w14:textId="77777777" w:rsidR="000B53B2" w:rsidRPr="00CC7E12" w:rsidRDefault="000B53B2" w:rsidP="000B53B2">
      <w:pPr>
        <w:jc w:val="both"/>
        <w:rPr>
          <w:rFonts w:cstheme="minorHAnsi"/>
        </w:rPr>
      </w:pPr>
    </w:p>
    <w:p w14:paraId="011B90F8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19951D3D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088F67E9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091FDD9" w14:textId="77777777" w:rsidR="000B53B2" w:rsidRPr="00CC7E12" w:rsidRDefault="000B53B2" w:rsidP="000B53B2">
      <w:pPr>
        <w:jc w:val="both"/>
        <w:rPr>
          <w:rFonts w:cstheme="minorHAnsi"/>
          <w:i/>
        </w:rPr>
      </w:pPr>
    </w:p>
    <w:p w14:paraId="7BC41F65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2DF558AC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8578631" w14:textId="77777777" w:rsidR="000B53B2" w:rsidRPr="00CC7E12" w:rsidRDefault="000B53B2" w:rsidP="000B53B2">
      <w:pPr>
        <w:jc w:val="both"/>
        <w:rPr>
          <w:rFonts w:cstheme="minorHAnsi"/>
        </w:rPr>
      </w:pPr>
    </w:p>
    <w:p w14:paraId="10C3D920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446D5380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31293C27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15F5782A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50FAE7D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45A5B2F9" w14:textId="77777777" w:rsidR="000B53B2" w:rsidRPr="00CC7E12" w:rsidRDefault="000B53B2" w:rsidP="000B53B2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00CFD1D4" w14:textId="77777777" w:rsidR="000B53B2" w:rsidRPr="00CC7E12" w:rsidRDefault="000B53B2" w:rsidP="000B53B2">
      <w:pPr>
        <w:jc w:val="both"/>
        <w:rPr>
          <w:rFonts w:cstheme="minorHAnsi"/>
          <w:sz w:val="16"/>
        </w:rPr>
      </w:pPr>
    </w:p>
    <w:p w14:paraId="3FB15D8D" w14:textId="77777777" w:rsidR="000B53B2" w:rsidRDefault="000B53B2" w:rsidP="000B53B2">
      <w:pPr>
        <w:rPr>
          <w:rFonts w:cstheme="minorHAnsi"/>
        </w:rPr>
      </w:pPr>
    </w:p>
    <w:p w14:paraId="125EB228" w14:textId="77777777" w:rsidR="000B53B2" w:rsidRDefault="000B53B2" w:rsidP="000B53B2">
      <w:pPr>
        <w:rPr>
          <w:rFonts w:cstheme="minorHAnsi"/>
        </w:rPr>
      </w:pPr>
    </w:p>
    <w:p w14:paraId="55E575DB" w14:textId="77777777" w:rsidR="000B53B2" w:rsidRPr="009C2468" w:rsidRDefault="000B53B2" w:rsidP="000B53B2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5EE73DC8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04E1AE47" w14:textId="6FF076A8" w:rsidR="000B53B2" w:rsidRPr="00F72FB0" w:rsidRDefault="000B53B2" w:rsidP="00F72FB0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>
        <w:rPr>
          <w:rFonts w:ascii="Verdana" w:eastAsia="Verdana" w:hAnsi="Verdana" w:cs="Times New Roman"/>
        </w:rPr>
        <w:tab/>
      </w:r>
    </w:p>
    <w:p w14:paraId="0CCBC658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  <w:r w:rsidRPr="000D24FD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0084C6F5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p w14:paraId="00D16632" w14:textId="77777777" w:rsidR="000B53B2" w:rsidRPr="00535E9B" w:rsidRDefault="000B53B2" w:rsidP="000B53B2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0B53B2" w:rsidRPr="006B56FD" w14:paraId="328515A1" w14:textId="77777777" w:rsidTr="00C73AFF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7C4A40B0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7A091F0" w14:textId="77777777" w:rsidR="000B53B2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760B885D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337B525E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1D13C049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19C465B9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1E7F1C56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ED694" w14:textId="77777777" w:rsidR="000B53B2" w:rsidRPr="006B56FD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702A9C3E" w14:textId="77777777" w:rsidR="000B53B2" w:rsidRPr="006B56FD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2DB8E45F" w14:textId="77777777" w:rsidR="000B53B2" w:rsidRPr="006B56FD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91DCF14" w14:textId="77777777" w:rsidR="000B53B2" w:rsidRPr="006B56FD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779DFF70" w14:textId="77777777" w:rsidR="000B53B2" w:rsidRPr="00604B83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604B83">
              <w:rPr>
                <w:rFonts w:asciiTheme="minorHAnsi" w:hAnsiTheme="minorHAnsi" w:cstheme="minorHAnsi"/>
                <w:b/>
              </w:rPr>
              <w:t>Warszawa</w:t>
            </w:r>
          </w:p>
          <w:p w14:paraId="035D6F57" w14:textId="77777777" w:rsidR="000B53B2" w:rsidRPr="006B56FD" w:rsidRDefault="000B53B2" w:rsidP="00C73A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04B83">
              <w:rPr>
                <w:rFonts w:asciiTheme="minorHAnsi" w:hAnsiTheme="minorHAnsi" w:cstheme="minorHAnsi"/>
              </w:rPr>
              <w:t>Ul. Marsa 95, 04-470 Warszawa</w:t>
            </w:r>
          </w:p>
        </w:tc>
      </w:tr>
    </w:tbl>
    <w:p w14:paraId="369B7DBB" w14:textId="77777777" w:rsidR="000B53B2" w:rsidRDefault="000B53B2" w:rsidP="000B53B2">
      <w:pPr>
        <w:rPr>
          <w:rFonts w:ascii="Verdana" w:eastAsia="Verdana" w:hAnsi="Verdana" w:cs="Times New Roman"/>
          <w:b/>
        </w:rPr>
      </w:pPr>
    </w:p>
    <w:p w14:paraId="06334A46" w14:textId="77777777" w:rsidR="000B53B2" w:rsidRPr="00A62B4C" w:rsidRDefault="000B53B2" w:rsidP="000B53B2">
      <w:pPr>
        <w:rPr>
          <w:rFonts w:ascii="Verdana" w:eastAsia="Verdana" w:hAnsi="Verdana" w:cs="Times New Roman"/>
        </w:rPr>
      </w:pPr>
    </w:p>
    <w:p w14:paraId="78B52303" w14:textId="77777777" w:rsidR="000B53B2" w:rsidRPr="00B67D39" w:rsidRDefault="000B53B2" w:rsidP="000B53B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580D2426" w14:textId="77777777" w:rsidR="000B53B2" w:rsidRDefault="000B53B2" w:rsidP="000B53B2">
      <w:pPr>
        <w:rPr>
          <w:rFonts w:eastAsia="Verdana" w:cs="Times New Roman"/>
          <w:szCs w:val="18"/>
        </w:rPr>
      </w:pPr>
    </w:p>
    <w:p w14:paraId="0B309B9A" w14:textId="5A586AC8" w:rsidR="000B53B2" w:rsidRPr="000D24FD" w:rsidRDefault="000B53B2" w:rsidP="000B53B2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0D6C8E" w:rsidRPr="00B13F91">
        <w:rPr>
          <w:rFonts w:cstheme="minorHAnsi"/>
          <w:noProof/>
          <w:lang w:eastAsia="pl-PL"/>
        </w:rPr>
        <w:t>POST/DYS/OW/GZ/04333/2025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0D6C8E" w:rsidRPr="00B13F91">
        <w:rPr>
          <w:rFonts w:cstheme="minorHAnsi"/>
          <w:noProof/>
          <w:lang w:eastAsia="pl-PL"/>
        </w:rPr>
        <w:t>RE PRUSZKÓW (35-2025RB) Prace budowlano-montażowe w celu zasilenia obiektu w: Zad. 1. – gm. Ożarów Maz. m. Józefów, ul. Fabryczna, nr dz. 19/25 Zad. 2. – gm. Grodzisk Maz. m. Adamowizna, ul. Pawia, nr dz. 41/109, 41/110, 41/111 Zad. 3. – gm. Izabelin C, m. Hornówek dz.66 Zad. 4. – gm. Ożarów Maz. dz. 32/33, 33/33, 33/30, 33/31, 33/26, 33/27, 33/19, 33/20, 33/15, 33/16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w okresie ostatnich </w:t>
      </w:r>
      <w:r w:rsidR="00F72FB0">
        <w:rPr>
          <w:rFonts w:cstheme="minorHAnsi"/>
          <w:lang w:eastAsia="pl-PL"/>
        </w:rPr>
        <w:t>5</w:t>
      </w:r>
      <w:r w:rsidRPr="000D24FD">
        <w:rPr>
          <w:rFonts w:cstheme="minorHAnsi"/>
          <w:lang w:eastAsia="pl-PL"/>
        </w:rPr>
        <w:t xml:space="preserve"> lat przed upływem terminu składania Ofert wykonaliśmy następujące </w:t>
      </w:r>
      <w:r w:rsidRPr="000D24FD">
        <w:rPr>
          <w:rFonts w:cstheme="minorHAnsi"/>
        </w:rPr>
        <w:t xml:space="preserve">dostawy </w:t>
      </w:r>
      <w:r>
        <w:rPr>
          <w:rFonts w:cstheme="minorHAnsi"/>
        </w:rPr>
        <w:t>/</w:t>
      </w:r>
      <w:r w:rsidRPr="000D24FD">
        <w:rPr>
          <w:rFonts w:cstheme="minorHAnsi"/>
        </w:rPr>
        <w:t xml:space="preserve">usługi </w:t>
      </w:r>
      <w:r>
        <w:rPr>
          <w:rFonts w:cstheme="minorHAnsi"/>
        </w:rPr>
        <w:t>/roboty</w:t>
      </w:r>
      <w:r w:rsidRPr="000D24FD">
        <w:rPr>
          <w:rFonts w:cstheme="minorHAnsi"/>
          <w:lang w:eastAsia="pl-PL"/>
        </w:rPr>
        <w:t>:</w:t>
      </w:r>
    </w:p>
    <w:p w14:paraId="62CE1598" w14:textId="77777777" w:rsidR="000B53B2" w:rsidRPr="000D24FD" w:rsidRDefault="000B53B2" w:rsidP="000B53B2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171F6055" w14:textId="77777777" w:rsidR="000B53B2" w:rsidRPr="000D24FD" w:rsidRDefault="000B53B2" w:rsidP="000B53B2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0B53B2" w:rsidRPr="000D24FD" w14:paraId="531A1678" w14:textId="77777777" w:rsidTr="00C73AFF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29BF56E0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C74997B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</w:p>
          <w:p w14:paraId="1030CFD0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3BA12705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3062B718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</w:p>
          <w:p w14:paraId="5616EA1C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48201E92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3419E2F" w14:textId="77777777" w:rsidR="000B53B2" w:rsidRPr="00DC202A" w:rsidRDefault="000B53B2" w:rsidP="00C73AFF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575E2E11" w14:textId="77777777" w:rsidR="000B53B2" w:rsidRPr="00DC202A" w:rsidRDefault="000B53B2" w:rsidP="00C73AFF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0B53B2" w:rsidRPr="000D24FD" w14:paraId="17886DAB" w14:textId="77777777" w:rsidTr="00C73AFF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ADCE0B2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76A4E41A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2ECFB8AD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71EC88CE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1A493D60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06C44D24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33D01992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D86B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</w:p>
        </w:tc>
      </w:tr>
      <w:tr w:rsidR="000B53B2" w:rsidRPr="000D24FD" w14:paraId="0B9BC4E3" w14:textId="77777777" w:rsidTr="00C73AFF">
        <w:trPr>
          <w:trHeight w:val="843"/>
        </w:trPr>
        <w:tc>
          <w:tcPr>
            <w:tcW w:w="568" w:type="dxa"/>
            <w:vAlign w:val="center"/>
          </w:tcPr>
          <w:p w14:paraId="67E40911" w14:textId="77777777" w:rsidR="000B53B2" w:rsidRPr="000D24FD" w:rsidRDefault="000B53B2" w:rsidP="00C73AFF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323CCA1C" w14:textId="77777777" w:rsidR="000B53B2" w:rsidRPr="000D24FD" w:rsidRDefault="000B53B2" w:rsidP="00C73AFF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1227474" w14:textId="77777777" w:rsidR="000B53B2" w:rsidRPr="000D24FD" w:rsidRDefault="000B53B2" w:rsidP="00C73AFF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01DA6FA5" w14:textId="77777777" w:rsidR="000B53B2" w:rsidRPr="000D24FD" w:rsidRDefault="000B53B2" w:rsidP="00C73AFF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33F9B6D4" w14:textId="77777777" w:rsidR="000B53B2" w:rsidRPr="000D24FD" w:rsidRDefault="000B53B2" w:rsidP="00C73AFF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7AB1A" w14:textId="77777777" w:rsidR="000B53B2" w:rsidRPr="000D24FD" w:rsidRDefault="000B53B2" w:rsidP="00C73AFF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71DCF408" w14:textId="77777777" w:rsidR="000B53B2" w:rsidRPr="000D24FD" w:rsidRDefault="000B53B2" w:rsidP="000B53B2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448AC041" w14:textId="77777777" w:rsidR="000B53B2" w:rsidRPr="000D24FD" w:rsidRDefault="000B53B2" w:rsidP="000B53B2">
      <w:pPr>
        <w:spacing w:before="120"/>
        <w:ind w:left="-284" w:right="-569"/>
        <w:outlineLvl w:val="0"/>
        <w:rPr>
          <w:rFonts w:cstheme="minorHAnsi"/>
          <w:i/>
        </w:rPr>
      </w:pPr>
    </w:p>
    <w:p w14:paraId="19FE6671" w14:textId="77777777" w:rsidR="000B53B2" w:rsidRPr="000D24FD" w:rsidRDefault="000B53B2" w:rsidP="000B53B2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potwierdzające, że ww. dostawy </w:t>
      </w:r>
      <w:r>
        <w:rPr>
          <w:rFonts w:cstheme="minorHAnsi"/>
        </w:rPr>
        <w:t>/</w:t>
      </w:r>
      <w:r w:rsidRPr="000D24FD">
        <w:rPr>
          <w:rFonts w:cstheme="minorHAnsi"/>
        </w:rPr>
        <w:t xml:space="preserve">usługi </w:t>
      </w:r>
      <w:r>
        <w:rPr>
          <w:rFonts w:cstheme="minorHAnsi"/>
        </w:rPr>
        <w:t xml:space="preserve">/roboty </w:t>
      </w:r>
      <w:r w:rsidRPr="000D24FD">
        <w:rPr>
          <w:rFonts w:cstheme="minorHAnsi"/>
        </w:rPr>
        <w:t>zostały wykonane lub są wykonywane należycie.</w:t>
      </w:r>
    </w:p>
    <w:p w14:paraId="4FACB4F2" w14:textId="77777777" w:rsidR="000B53B2" w:rsidRPr="00B67D39" w:rsidRDefault="000B53B2" w:rsidP="000B53B2">
      <w:pPr>
        <w:rPr>
          <w:rFonts w:eastAsia="Verdana" w:cs="Times New Roman"/>
          <w:szCs w:val="18"/>
        </w:rPr>
      </w:pPr>
    </w:p>
    <w:p w14:paraId="2FA69516" w14:textId="77777777" w:rsidR="000B53B2" w:rsidRDefault="000B53B2" w:rsidP="000B53B2">
      <w:pPr>
        <w:rPr>
          <w:rFonts w:cstheme="minorHAnsi"/>
        </w:rPr>
      </w:pPr>
    </w:p>
    <w:p w14:paraId="24B2396C" w14:textId="77777777" w:rsidR="000B53B2" w:rsidRDefault="000B53B2" w:rsidP="000B53B2">
      <w:pPr>
        <w:rPr>
          <w:rFonts w:cstheme="minorHAnsi"/>
        </w:rPr>
      </w:pPr>
    </w:p>
    <w:p w14:paraId="6451A233" w14:textId="77777777" w:rsidR="000B53B2" w:rsidRDefault="000B53B2" w:rsidP="000B53B2">
      <w:pPr>
        <w:rPr>
          <w:rFonts w:cstheme="minorHAnsi"/>
        </w:rPr>
      </w:pPr>
    </w:p>
    <w:p w14:paraId="2AC860AF" w14:textId="77777777" w:rsidR="000B53B2" w:rsidRPr="009C2468" w:rsidRDefault="000B53B2" w:rsidP="000B53B2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6431F177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0C38435" w14:textId="3767B834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211267D4" w14:textId="38634E86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4C840EC" w14:textId="3C700B34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316AA2D5" w14:textId="257A0486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50C5149" w14:textId="14A6B247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A11FAF9" w14:textId="37BCD67F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627D87B2" w14:textId="7F8117B6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1677908A" w14:textId="1460C506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4C1D142B" w14:textId="6A7557E5" w:rsidR="000B53B2" w:rsidRDefault="000B53B2" w:rsidP="000D6C8E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66201196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  <w:r w:rsidRPr="000855FF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 </w:t>
      </w:r>
    </w:p>
    <w:p w14:paraId="774F89B8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p w14:paraId="41635D11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B53B2" w:rsidRPr="000855FF" w14:paraId="42840D0B" w14:textId="77777777" w:rsidTr="00C73AFF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1BF62D85" w14:textId="77777777" w:rsidR="000B53B2" w:rsidRPr="000855FF" w:rsidRDefault="000B53B2" w:rsidP="00C73A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E3D00B6" w14:textId="77777777" w:rsidR="000B53B2" w:rsidRPr="000855FF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15512534" w14:textId="77777777" w:rsidR="000B53B2" w:rsidRPr="000855FF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650D029F" w14:textId="77777777" w:rsidR="000B53B2" w:rsidRPr="000855FF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3F2A7995" w14:textId="77777777" w:rsidR="000B53B2" w:rsidRPr="000855FF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B873194" w14:textId="77777777" w:rsidR="000B53B2" w:rsidRPr="000855FF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6C85DC8B" w14:textId="77777777" w:rsidR="000B53B2" w:rsidRPr="000855FF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AC245" w14:textId="77777777" w:rsidR="000B53B2" w:rsidRPr="000855FF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28ABC1FC" w14:textId="77777777" w:rsidR="000B53B2" w:rsidRPr="000855FF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03DB01E" w14:textId="77777777" w:rsidR="000B53B2" w:rsidRPr="000855FF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399A6B5B" w14:textId="77777777" w:rsidR="000B53B2" w:rsidRPr="000855FF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74155095" w14:textId="77777777" w:rsidR="000B53B2" w:rsidRPr="00604B83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604B83">
              <w:rPr>
                <w:rFonts w:asciiTheme="minorHAnsi" w:hAnsiTheme="minorHAnsi" w:cstheme="minorHAnsi"/>
                <w:b/>
              </w:rPr>
              <w:t>Warszawa</w:t>
            </w:r>
          </w:p>
          <w:p w14:paraId="70C14BC1" w14:textId="77777777" w:rsidR="000B53B2" w:rsidRPr="000855FF" w:rsidRDefault="000B53B2" w:rsidP="00C73A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04B83">
              <w:rPr>
                <w:rFonts w:asciiTheme="minorHAnsi" w:hAnsiTheme="minorHAnsi" w:cstheme="minorHAnsi"/>
              </w:rPr>
              <w:t>Ul. Marsa 95, 04-470 Warszawa</w:t>
            </w:r>
          </w:p>
        </w:tc>
      </w:tr>
    </w:tbl>
    <w:p w14:paraId="5EF5486B" w14:textId="77777777" w:rsidR="000B53B2" w:rsidRDefault="000B53B2" w:rsidP="000B53B2">
      <w:pPr>
        <w:rPr>
          <w:rFonts w:ascii="Verdana" w:eastAsia="Verdana" w:hAnsi="Verdana" w:cs="Times New Roman"/>
        </w:rPr>
      </w:pPr>
    </w:p>
    <w:p w14:paraId="02E82085" w14:textId="77777777" w:rsidR="000B53B2" w:rsidRDefault="000B53B2" w:rsidP="000B53B2">
      <w:pPr>
        <w:jc w:val="both"/>
        <w:rPr>
          <w:rFonts w:ascii="Verdana" w:eastAsia="Verdana" w:hAnsi="Verdana" w:cs="Times New Roman"/>
        </w:rPr>
      </w:pPr>
    </w:p>
    <w:p w14:paraId="1E343428" w14:textId="77777777" w:rsidR="000B53B2" w:rsidRDefault="000B53B2" w:rsidP="000B53B2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53C1B1F5" w14:textId="77777777" w:rsidR="000B53B2" w:rsidRPr="000855FF" w:rsidRDefault="000B53B2" w:rsidP="000B53B2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48D4E32A" w14:textId="2E5ED92F" w:rsidR="000B53B2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0D6C8E" w:rsidRPr="00B13F91">
        <w:rPr>
          <w:rFonts w:cstheme="minorHAnsi"/>
          <w:noProof/>
          <w:lang w:eastAsia="pl-PL"/>
        </w:rPr>
        <w:t>POST/DYS/OW/GZ/04333/2025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0D6C8E" w:rsidRPr="00B13F91">
        <w:rPr>
          <w:rFonts w:cstheme="minorHAnsi"/>
          <w:noProof/>
          <w:lang w:eastAsia="pl-PL"/>
        </w:rPr>
        <w:t>RE PRUSZKÓW (35-2025RB) Prace budowlano-montażowe w celu zasilenia obiektu w: Zad. 1. – gm. Ożarów Maz. m. Józefów, ul. Fabryczna, nr dz. 19/25 Zad. 2. – gm. Grodzisk Maz. m. Adamowizna, ul. Pawia, nr dz. 41/109, 41/110, 41/111 Zad. 3. – gm. Izabelin C, m. Hornówek dz.66 Zad. 4. – gm. Ożarów Maz. dz. 32/33, 33/33, 33/30, 33/31, 33/26, 33/27, 33/19, 33/20, 33/15, 33/16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p w14:paraId="2A1B8FF6" w14:textId="77777777" w:rsidR="000B53B2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7E6E91B4" w14:textId="77777777" w:rsidR="000B53B2" w:rsidRPr="000855FF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B53B2" w:rsidRPr="000855FF" w14:paraId="68580760" w14:textId="77777777" w:rsidTr="00C73AF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72D88F36" w14:textId="77777777" w:rsidR="000B53B2" w:rsidRPr="002F4B1B" w:rsidRDefault="000B53B2" w:rsidP="00C73AFF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78FB0F50" w14:textId="77777777" w:rsidR="000B53B2" w:rsidRPr="002F4B1B" w:rsidRDefault="000B53B2" w:rsidP="00C73AFF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52876447" w14:textId="77777777" w:rsidR="000B53B2" w:rsidRPr="002F4B1B" w:rsidRDefault="000B53B2" w:rsidP="00C73AFF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1EC725" w14:textId="77777777" w:rsidR="000B53B2" w:rsidRPr="002F4B1B" w:rsidRDefault="000B53B2" w:rsidP="00C73AFF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ACA97A1" w14:textId="77777777" w:rsidR="000B53B2" w:rsidRPr="002F4B1B" w:rsidRDefault="000B53B2" w:rsidP="00C73AFF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927D660" w14:textId="77777777" w:rsidR="000B53B2" w:rsidRPr="002F4B1B" w:rsidRDefault="000B53B2" w:rsidP="00C73AFF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905823">
              <w:rPr>
                <w:rFonts w:cstheme="minorHAnsi"/>
              </w:rPr>
              <w:t xml:space="preserve">…. </w:t>
            </w:r>
            <w:r w:rsidRPr="00905823">
              <w:rPr>
                <w:rFonts w:cstheme="minorHAnsi"/>
                <w:lang w:eastAsia="pl-PL"/>
              </w:rPr>
              <w:t>[</w:t>
            </w:r>
            <w:r w:rsidRPr="00905823">
              <w:rPr>
                <w:rFonts w:cstheme="minorHAnsi"/>
              </w:rPr>
              <w:t>wskazać inne, jeśli dotyczy</w:t>
            </w:r>
            <w:r w:rsidRPr="00905823">
              <w:rPr>
                <w:rFonts w:cstheme="minorHAnsi"/>
                <w:lang w:eastAsia="pl-PL"/>
              </w:rPr>
              <w:t>]</w:t>
            </w:r>
          </w:p>
        </w:tc>
      </w:tr>
      <w:tr w:rsidR="000B53B2" w:rsidRPr="000855FF" w14:paraId="4AD1D7B8" w14:textId="77777777" w:rsidTr="00C73AFF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FDA4D" w14:textId="77777777" w:rsidR="000B53B2" w:rsidRPr="000855FF" w:rsidRDefault="000B53B2" w:rsidP="00C73A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6915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0B72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CC75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9F9D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52539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7E180B57" w14:textId="77777777" w:rsidTr="00C73AFF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D89C7" w14:textId="77777777" w:rsidR="000B53B2" w:rsidRPr="000855FF" w:rsidRDefault="000B53B2" w:rsidP="00C73A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92A1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4DD5E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D1F6F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DFAE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107E0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7AC58F88" w14:textId="77777777" w:rsidTr="00C73AFF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80941" w14:textId="77777777" w:rsidR="000B53B2" w:rsidRPr="000855FF" w:rsidRDefault="000B53B2" w:rsidP="00C73A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FE2C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A5B2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74A9E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68F00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8D9BB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16E8BEC7" w14:textId="77777777" w:rsidTr="00C73AFF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041E1" w14:textId="77777777" w:rsidR="000B53B2" w:rsidRPr="000855FF" w:rsidRDefault="000B53B2" w:rsidP="00C73A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16C0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19E91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CD9DA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2403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85A31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73CDD6EE" w14:textId="77777777" w:rsidTr="00C73AFF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B9BE0" w14:textId="77777777" w:rsidR="000B53B2" w:rsidRPr="000855FF" w:rsidRDefault="000B53B2" w:rsidP="00C73A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DA6E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AA1E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19E9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F7C1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5878D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3ABB56D5" w14:textId="77777777" w:rsidR="000B53B2" w:rsidRPr="000855FF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3FFEF249" w14:textId="77777777" w:rsidR="000B53B2" w:rsidRDefault="000B53B2" w:rsidP="000B53B2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2A1AA3F" w14:textId="77777777" w:rsidR="000B53B2" w:rsidRDefault="000B53B2" w:rsidP="000B53B2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7F0CF08D" w14:textId="77777777" w:rsidR="000B53B2" w:rsidRDefault="000B53B2" w:rsidP="000B53B2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2E753DDF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24D6089F" w14:textId="75BFC377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58BAA264" w14:textId="2B3CFBB5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D911CD4" w14:textId="1C215089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451B5A75" w14:textId="42627ED1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7A7F2D0" w14:textId="031CF00A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08315E51" w14:textId="7997DCA3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1F85B4A" w14:textId="64C97DCE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36158D2" w14:textId="13BEB7C5" w:rsidR="00466AE9" w:rsidRDefault="00466AE9" w:rsidP="00F72FB0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169CAD14" w14:textId="77777777" w:rsidR="000D6C8E" w:rsidRDefault="000D6C8E" w:rsidP="00F72FB0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10AF7AC5" w14:textId="77777777" w:rsidR="00F72FB0" w:rsidRDefault="00F72FB0" w:rsidP="00F72FB0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7A046BAF" w14:textId="77777777" w:rsidR="000A3099" w:rsidRDefault="000A3099" w:rsidP="000A3099">
      <w:pPr>
        <w:jc w:val="right"/>
        <w:rPr>
          <w:rFonts w:ascii="Verdana" w:eastAsia="Verdana" w:hAnsi="Verdana" w:cs="Times New Roman"/>
          <w:b/>
        </w:rPr>
      </w:pPr>
      <w:r w:rsidRPr="006F7CF2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11</w:t>
      </w:r>
      <w:r w:rsidRPr="006F7CF2">
        <w:rPr>
          <w:rFonts w:ascii="Verdana" w:eastAsia="Verdana" w:hAnsi="Verdana" w:cs="Times New Roman"/>
          <w:b/>
        </w:rPr>
        <w:t xml:space="preserve"> DO SWZ – </w:t>
      </w:r>
      <w:r w:rsidRPr="001E7FD1">
        <w:rPr>
          <w:rFonts w:ascii="Verdana" w:eastAsia="Verdana" w:hAnsi="Verdana" w:cs="Times New Roman"/>
          <w:b/>
        </w:rPr>
        <w:t>OŚWIADCZENIE O ZACHOWANIU POUFNOŚCI</w:t>
      </w:r>
    </w:p>
    <w:p w14:paraId="16A405BF" w14:textId="77777777" w:rsidR="000A3099" w:rsidRDefault="000A3099" w:rsidP="000A3099">
      <w:pPr>
        <w:jc w:val="right"/>
        <w:rPr>
          <w:rFonts w:ascii="Verdana" w:eastAsia="Verdana" w:hAnsi="Verdana" w:cs="Times New Roman"/>
          <w:b/>
        </w:rPr>
      </w:pPr>
    </w:p>
    <w:p w14:paraId="2D7D3CE4" w14:textId="77777777" w:rsidR="000A3099" w:rsidRPr="00535E9B" w:rsidRDefault="000A3099" w:rsidP="000A3099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48"/>
        <w:gridCol w:w="992"/>
        <w:gridCol w:w="4678"/>
      </w:tblGrid>
      <w:tr w:rsidR="000A3099" w:rsidRPr="006B56FD" w14:paraId="66842C66" w14:textId="77777777" w:rsidTr="00C73AFF">
        <w:trPr>
          <w:trHeight w:val="1820"/>
        </w:trPr>
        <w:tc>
          <w:tcPr>
            <w:tcW w:w="4248" w:type="dxa"/>
            <w:tcBorders>
              <w:right w:val="single" w:sz="4" w:space="0" w:color="auto"/>
            </w:tcBorders>
          </w:tcPr>
          <w:p w14:paraId="3895BBC3" w14:textId="77777777" w:rsidR="000A3099" w:rsidRPr="006B56FD" w:rsidRDefault="000A3099" w:rsidP="00C73A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635105DF" w14:textId="77777777" w:rsidR="000A3099" w:rsidRDefault="000A3099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365B3AA4" w14:textId="77777777" w:rsidR="000A3099" w:rsidRPr="006B56FD" w:rsidRDefault="000A3099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64E57E5E" w14:textId="77777777" w:rsidR="000A3099" w:rsidRPr="006B56FD" w:rsidRDefault="000A3099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32DBF5A" w14:textId="77777777" w:rsidR="000A3099" w:rsidRPr="006B56FD" w:rsidRDefault="000A3099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1D12CC6B" w14:textId="77777777" w:rsidR="000A3099" w:rsidRPr="006B56FD" w:rsidRDefault="000A3099" w:rsidP="00C73A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7538EDD9" w14:textId="77777777" w:rsidR="000A3099" w:rsidRPr="006B56FD" w:rsidRDefault="000A3099" w:rsidP="00C73A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99AE4" w14:textId="77777777" w:rsidR="000A3099" w:rsidRPr="006B56FD" w:rsidRDefault="000A3099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14:paraId="1F87D673" w14:textId="77777777" w:rsidR="000A3099" w:rsidRPr="006B56FD" w:rsidRDefault="000A3099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93AC767" w14:textId="77777777" w:rsidR="000A3099" w:rsidRPr="002040C7" w:rsidRDefault="000A3099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1F009B27" w14:textId="77777777" w:rsidR="000A3099" w:rsidRPr="002040C7" w:rsidRDefault="000A3099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54CEDBF" w14:textId="77777777" w:rsidR="000A3099" w:rsidRPr="002040C7" w:rsidRDefault="000A3099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2349BCA3" w14:textId="77777777" w:rsidR="000A3099" w:rsidRPr="002040C7" w:rsidRDefault="000A3099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5ED6839E" w14:textId="77777777" w:rsidR="000A3099" w:rsidRPr="006B56FD" w:rsidRDefault="000A3099" w:rsidP="00C73A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77A82363" w14:textId="77777777" w:rsidR="000A3099" w:rsidRDefault="000A3099" w:rsidP="000A3099">
      <w:pPr>
        <w:rPr>
          <w:rFonts w:ascii="Verdana" w:eastAsia="Verdana" w:hAnsi="Verdana" w:cs="Times New Roman"/>
          <w:b/>
        </w:rPr>
      </w:pPr>
    </w:p>
    <w:p w14:paraId="0862811C" w14:textId="77777777" w:rsidR="000A3099" w:rsidRPr="00A62B4C" w:rsidRDefault="000A3099" w:rsidP="000A3099">
      <w:pPr>
        <w:rPr>
          <w:rFonts w:ascii="Verdana" w:eastAsia="Verdana" w:hAnsi="Verdana" w:cs="Times New Roman"/>
        </w:rPr>
      </w:pPr>
    </w:p>
    <w:p w14:paraId="45FFB144" w14:textId="77777777" w:rsidR="000A3099" w:rsidRDefault="000A3099" w:rsidP="000A3099">
      <w:pPr>
        <w:jc w:val="center"/>
        <w:rPr>
          <w:rFonts w:cstheme="minorHAnsi"/>
          <w:b/>
          <w:szCs w:val="18"/>
        </w:rPr>
      </w:pPr>
      <w:r w:rsidRPr="001E7FD1">
        <w:rPr>
          <w:rFonts w:cstheme="minorHAnsi"/>
          <w:b/>
          <w:szCs w:val="18"/>
        </w:rPr>
        <w:t>OŚWIADCZENIE O ZACHOWANIU POUFNOŚCI</w:t>
      </w:r>
      <w:r>
        <w:rPr>
          <w:rFonts w:cstheme="minorHAnsi"/>
          <w:b/>
          <w:szCs w:val="18"/>
        </w:rPr>
        <w:t xml:space="preserve">  </w:t>
      </w:r>
    </w:p>
    <w:p w14:paraId="7D4049FA" w14:textId="77777777" w:rsidR="000A3099" w:rsidRDefault="000A3099" w:rsidP="000A3099">
      <w:pPr>
        <w:rPr>
          <w:rFonts w:eastAsia="Calibri" w:cstheme="minorHAnsi"/>
          <w:sz w:val="20"/>
          <w:lang w:eastAsia="pl-PL"/>
        </w:rPr>
      </w:pPr>
    </w:p>
    <w:p w14:paraId="2662F894" w14:textId="275D139A" w:rsidR="000A3099" w:rsidRPr="00E14432" w:rsidRDefault="000A3099" w:rsidP="000A3099">
      <w:pPr>
        <w:rPr>
          <w:rFonts w:eastAsia="Calibri" w:cstheme="minorHAnsi"/>
          <w:b/>
          <w:i/>
          <w:sz w:val="20"/>
          <w:lang w:eastAsia="pl-PL"/>
        </w:rPr>
      </w:pPr>
      <w:r w:rsidRPr="009C2468">
        <w:rPr>
          <w:rFonts w:eastAsia="Calibri" w:cstheme="minorHAnsi"/>
          <w:sz w:val="20"/>
          <w:lang w:eastAsia="pl-PL"/>
        </w:rPr>
        <w:t xml:space="preserve">Dotyczy postępowania </w:t>
      </w:r>
      <w:r>
        <w:rPr>
          <w:rFonts w:eastAsia="Calibri" w:cstheme="minorHAnsi"/>
          <w:sz w:val="20"/>
          <w:lang w:eastAsia="pl-PL"/>
        </w:rPr>
        <w:t>zakupowego</w:t>
      </w:r>
      <w:r w:rsidRPr="009C2468">
        <w:rPr>
          <w:rFonts w:eastAsia="Calibri" w:cstheme="minorHAnsi"/>
          <w:sz w:val="20"/>
          <w:lang w:eastAsia="pl-PL"/>
        </w:rPr>
        <w:t xml:space="preserve"> </w:t>
      </w:r>
      <w:r>
        <w:rPr>
          <w:rFonts w:eastAsia="Calibri" w:cstheme="minorHAnsi"/>
          <w:sz w:val="20"/>
          <w:lang w:eastAsia="pl-PL"/>
        </w:rPr>
        <w:t xml:space="preserve">nr </w:t>
      </w:r>
      <w:r>
        <w:rPr>
          <w:rFonts w:cstheme="minorHAnsi"/>
          <w:b/>
          <w:sz w:val="20"/>
        </w:rPr>
        <w:fldChar w:fldCharType="begin"/>
      </w:r>
      <w:r>
        <w:rPr>
          <w:rFonts w:cstheme="minorHAnsi"/>
          <w:b/>
          <w:sz w:val="20"/>
        </w:rPr>
        <w:instrText xml:space="preserve"> MERGEFIELD nr_postepowania </w:instrText>
      </w:r>
      <w:r>
        <w:rPr>
          <w:rFonts w:cstheme="minorHAnsi"/>
          <w:b/>
          <w:sz w:val="20"/>
        </w:rPr>
        <w:fldChar w:fldCharType="separate"/>
      </w:r>
      <w:r w:rsidR="000D6C8E" w:rsidRPr="00B13F91">
        <w:rPr>
          <w:rFonts w:cstheme="minorHAnsi"/>
          <w:b/>
          <w:noProof/>
          <w:sz w:val="20"/>
        </w:rPr>
        <w:t>POST/DYS/OW/GZ/04333/2025</w:t>
      </w:r>
      <w:r>
        <w:rPr>
          <w:rFonts w:cstheme="minorHAnsi"/>
          <w:b/>
          <w:sz w:val="20"/>
        </w:rPr>
        <w:fldChar w:fldCharType="end"/>
      </w:r>
      <w:r>
        <w:rPr>
          <w:rFonts w:cstheme="minorHAnsi"/>
          <w:b/>
          <w:sz w:val="20"/>
        </w:rPr>
        <w:t xml:space="preserve"> </w:t>
      </w:r>
      <w:r w:rsidRPr="009C2468">
        <w:rPr>
          <w:rFonts w:eastAsia="Calibri" w:cstheme="minorHAnsi"/>
          <w:sz w:val="20"/>
          <w:lang w:eastAsia="pl-PL"/>
        </w:rPr>
        <w:t xml:space="preserve">prowadzonego w trybie </w:t>
      </w:r>
      <w:r>
        <w:rPr>
          <w:rFonts w:eastAsia="Calibri" w:cstheme="minorHAnsi"/>
          <w:sz w:val="20"/>
          <w:lang w:eastAsia="pl-PL"/>
        </w:rPr>
        <w:t>przetargu nieograniczonego</w:t>
      </w:r>
      <w:r w:rsidRPr="009C2468">
        <w:rPr>
          <w:rFonts w:eastAsia="Calibri" w:cstheme="minorHAnsi"/>
          <w:sz w:val="20"/>
          <w:lang w:eastAsia="pl-PL"/>
        </w:rPr>
        <w:t xml:space="preserve"> pn.</w:t>
      </w:r>
      <w:r>
        <w:rPr>
          <w:rFonts w:eastAsia="Calibri" w:cstheme="minorHAnsi"/>
          <w:sz w:val="20"/>
          <w:lang w:eastAsia="pl-PL"/>
        </w:rPr>
        <w:t xml:space="preserve">: </w:t>
      </w:r>
      <w:r>
        <w:rPr>
          <w:rFonts w:eastAsia="Calibri" w:cstheme="minorHAnsi"/>
          <w:b/>
          <w:i/>
          <w:sz w:val="20"/>
          <w:lang w:eastAsia="pl-PL"/>
        </w:rPr>
        <w:fldChar w:fldCharType="begin"/>
      </w:r>
      <w:r>
        <w:rPr>
          <w:rFonts w:eastAsia="Calibri" w:cstheme="minorHAnsi"/>
          <w:b/>
          <w:i/>
          <w:sz w:val="20"/>
          <w:lang w:eastAsia="pl-PL"/>
        </w:rPr>
        <w:instrText xml:space="preserve"> MERGEFIELD nazwa_post </w:instrText>
      </w:r>
      <w:r>
        <w:rPr>
          <w:rFonts w:eastAsia="Calibri" w:cstheme="minorHAnsi"/>
          <w:b/>
          <w:i/>
          <w:sz w:val="20"/>
          <w:lang w:eastAsia="pl-PL"/>
        </w:rPr>
        <w:fldChar w:fldCharType="separate"/>
      </w:r>
      <w:r w:rsidR="000D6C8E" w:rsidRPr="00B13F91">
        <w:rPr>
          <w:rFonts w:eastAsia="Calibri" w:cstheme="minorHAnsi"/>
          <w:b/>
          <w:i/>
          <w:noProof/>
          <w:sz w:val="20"/>
          <w:lang w:eastAsia="pl-PL"/>
        </w:rPr>
        <w:t>RE PRUSZKÓW (35-2025RB) Prace budowlano-montażowe w celu zasilenia obiektu w: Zad. 1. – gm. Ożarów Maz. m. Józefów, ul. Fabryczna, nr dz. 19/25 Zad. 2. – gm. Grodzisk Maz. m. Adamowizna, ul. Pawia, nr dz. 41/109, 41/110, 41/111 Zad. 3. – gm. Izabelin C, m. Hornówek dz.66 Zad. 4. – gm. Ożarów Maz. dz. 32/33, 33/33, 33/30, 33/31, 33/26, 33/27, 33/19, 33/20, 33/15, 33/16</w:t>
      </w:r>
      <w:r>
        <w:rPr>
          <w:rFonts w:eastAsia="Calibri" w:cstheme="minorHAnsi"/>
          <w:b/>
          <w:i/>
          <w:sz w:val="20"/>
          <w:lang w:eastAsia="pl-PL"/>
        </w:rPr>
        <w:fldChar w:fldCharType="end"/>
      </w:r>
      <w:r w:rsidRPr="00837E9A">
        <w:rPr>
          <w:rFonts w:eastAsia="Calibri" w:cstheme="minorHAnsi"/>
          <w:b/>
          <w:i/>
          <w:sz w:val="20"/>
          <w:lang w:eastAsia="pl-PL"/>
        </w:rPr>
        <w:t>.</w:t>
      </w:r>
    </w:p>
    <w:p w14:paraId="3DE709E0" w14:textId="77777777" w:rsidR="000A3099" w:rsidRPr="00B67D39" w:rsidRDefault="000A3099" w:rsidP="000A3099">
      <w:pPr>
        <w:jc w:val="center"/>
        <w:rPr>
          <w:rFonts w:eastAsia="Verdana" w:cs="Times New Roman"/>
          <w:szCs w:val="18"/>
        </w:rPr>
      </w:pPr>
    </w:p>
    <w:p w14:paraId="6372B47C" w14:textId="77777777" w:rsidR="000A3099" w:rsidRPr="009C2468" w:rsidRDefault="000A3099" w:rsidP="000A3099">
      <w:pPr>
        <w:autoSpaceDE w:val="0"/>
        <w:autoSpaceDN w:val="0"/>
        <w:adjustRightInd w:val="0"/>
        <w:spacing w:before="120" w:after="120"/>
        <w:outlineLvl w:val="0"/>
        <w:rPr>
          <w:rFonts w:eastAsia="Calibri" w:cstheme="minorHAnsi"/>
          <w:color w:val="FF0000"/>
          <w:sz w:val="20"/>
        </w:rPr>
      </w:pPr>
      <w:r w:rsidRPr="009C2468">
        <w:rPr>
          <w:rFonts w:eastAsia="Calibri" w:cstheme="minorHAnsi"/>
          <w:sz w:val="20"/>
        </w:rPr>
        <w:t>M</w:t>
      </w:r>
      <w:r w:rsidRPr="009C2468">
        <w:rPr>
          <w:rFonts w:eastAsia="Calibri" w:cstheme="minorHAnsi"/>
          <w:color w:val="000000"/>
          <w:sz w:val="20"/>
        </w:rPr>
        <w:t>ając na uwadze</w:t>
      </w:r>
      <w:r w:rsidRPr="009C2468">
        <w:rPr>
          <w:rFonts w:eastAsia="Calibri" w:cstheme="minorHAnsi"/>
          <w:sz w:val="20"/>
        </w:rPr>
        <w:t xml:space="preserve"> potrzebę zapewnienia ochrony i bezpieczeństwa informacji przekazywanych przez Zamawiającego, oświadczamy niniejszym, iż </w:t>
      </w:r>
      <w:r w:rsidRPr="009C2468">
        <w:rPr>
          <w:rFonts w:eastAsia="Calibri" w:cstheme="minorHAnsi"/>
          <w:b/>
          <w:sz w:val="20"/>
        </w:rPr>
        <w:t>zobowiązujemy się do zachowania w poufności informacji</w:t>
      </w:r>
      <w:r>
        <w:rPr>
          <w:rFonts w:eastAsia="Calibri" w:cstheme="minorHAnsi"/>
          <w:b/>
          <w:sz w:val="20"/>
        </w:rPr>
        <w:t xml:space="preserve"> poufnych</w:t>
      </w:r>
      <w:r w:rsidRPr="009C2468">
        <w:rPr>
          <w:rFonts w:eastAsia="Calibri" w:cstheme="minorHAnsi"/>
          <w:b/>
          <w:sz w:val="20"/>
        </w:rPr>
        <w:t xml:space="preserve"> uzyskanych od Zamawiającego w trakcie prowadzonego postępowania, zarówno w formie pisemnej, dokumentowej</w:t>
      </w:r>
      <w:r>
        <w:rPr>
          <w:rFonts w:eastAsia="Calibri" w:cstheme="minorHAnsi"/>
          <w:b/>
          <w:sz w:val="20"/>
        </w:rPr>
        <w:t>, elektronicznej jak i ustnej,</w:t>
      </w:r>
      <w:r w:rsidRPr="009C2468">
        <w:rPr>
          <w:rFonts w:eastAsia="Calibri" w:cstheme="minorHAnsi"/>
          <w:b/>
          <w:sz w:val="20"/>
        </w:rPr>
        <w:t xml:space="preserve"> a w szczególności do: </w:t>
      </w:r>
    </w:p>
    <w:p w14:paraId="4282D848" w14:textId="77777777" w:rsidR="000A3099" w:rsidRPr="009C2468" w:rsidRDefault="000A3099" w:rsidP="000A3099">
      <w:pPr>
        <w:numPr>
          <w:ilvl w:val="1"/>
          <w:numId w:val="32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30B016D4" w14:textId="77777777" w:rsidR="000A3099" w:rsidRPr="009C2468" w:rsidRDefault="000A3099" w:rsidP="000A3099">
      <w:pPr>
        <w:numPr>
          <w:ilvl w:val="1"/>
          <w:numId w:val="32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Zapewnienia wyżej wymienionym informacjom ochrony przed nieuprawnionym ujawnieniem, upublicznieniem, udostępnieniem lub utratą;  </w:t>
      </w:r>
    </w:p>
    <w:p w14:paraId="6E68803B" w14:textId="77777777" w:rsidR="000A3099" w:rsidRPr="009C2468" w:rsidRDefault="000A3099" w:rsidP="000A3099">
      <w:pPr>
        <w:numPr>
          <w:ilvl w:val="1"/>
          <w:numId w:val="32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3A0C40A2" w14:textId="77777777" w:rsidR="000A3099" w:rsidRPr="009C2468" w:rsidRDefault="000A3099" w:rsidP="000A3099">
      <w:pPr>
        <w:numPr>
          <w:ilvl w:val="1"/>
          <w:numId w:val="32"/>
        </w:numPr>
        <w:autoSpaceDE w:val="0"/>
        <w:autoSpaceDN w:val="0"/>
        <w:adjustRightInd w:val="0"/>
        <w:spacing w:before="120" w:after="120"/>
        <w:contextualSpacing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Zapłacenia na rzecz PGE Dystrybucja S.A. kary umownej </w:t>
      </w:r>
      <w:r>
        <w:rPr>
          <w:rFonts w:eastAsia="Calibri" w:cstheme="minorHAnsi"/>
          <w:sz w:val="20"/>
        </w:rPr>
        <w:t>określonej w umowie</w:t>
      </w:r>
      <w:r w:rsidRPr="009C2468">
        <w:rPr>
          <w:rFonts w:eastAsia="Calibri" w:cstheme="minorHAnsi"/>
          <w:sz w:val="20"/>
        </w:rPr>
        <w:t xml:space="preserve"> w przypadku naruszenia zobowiązań niniejszego Oświadczenia o zachowaniu poufności i nieujawnianiu informacji. Zapłata kary umownej nie wyłącza prawa Zamawiającego do dochodzenia odszkodowania na zasadach ogólnych.</w:t>
      </w:r>
    </w:p>
    <w:p w14:paraId="03186198" w14:textId="77777777" w:rsidR="000A3099" w:rsidRPr="009C2468" w:rsidRDefault="000A3099" w:rsidP="000A3099">
      <w:pPr>
        <w:autoSpaceDE w:val="0"/>
        <w:autoSpaceDN w:val="0"/>
        <w:adjustRightInd w:val="0"/>
        <w:spacing w:before="120" w:after="120"/>
        <w:ind w:left="360"/>
        <w:contextualSpacing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 </w:t>
      </w:r>
    </w:p>
    <w:p w14:paraId="5964B66B" w14:textId="77777777" w:rsidR="000A3099" w:rsidRPr="009C2468" w:rsidRDefault="000A3099" w:rsidP="000A3099">
      <w:pPr>
        <w:autoSpaceDE w:val="0"/>
        <w:autoSpaceDN w:val="0"/>
        <w:adjustRightInd w:val="0"/>
        <w:spacing w:before="120" w:after="120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>Zobowiązujemy się dochować powyższych wymogów zarówno w trakcie prowadzenia postępowania, jak i po jego zakończeniu.</w:t>
      </w:r>
    </w:p>
    <w:p w14:paraId="07B71B8A" w14:textId="77777777" w:rsidR="000A3099" w:rsidRDefault="000A3099" w:rsidP="000A3099">
      <w:pPr>
        <w:autoSpaceDE w:val="0"/>
        <w:autoSpaceDN w:val="0"/>
        <w:adjustRightInd w:val="0"/>
        <w:spacing w:before="120" w:after="120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>Jednocześnie oświadczamy, iż mamy świadomość, że naruszenie powyższego zobowiązania może stanowić czyn nieuczciwej konkurencji w rozumieniu ustawy z dnia 16 kwietnia 1993 r. o zwalczaniu nieuczciwej konkurencji (t.j. Dz. U. 2020, poz. 1913 ze zm</w:t>
      </w:r>
      <w:r w:rsidRPr="007B5C8C">
        <w:rPr>
          <w:rFonts w:eastAsia="Calibri" w:cstheme="minorHAnsi"/>
          <w:sz w:val="20"/>
        </w:rPr>
        <w:t>.).</w:t>
      </w:r>
    </w:p>
    <w:p w14:paraId="16A8407F" w14:textId="77777777" w:rsidR="000A3099" w:rsidRDefault="000A3099" w:rsidP="000A3099">
      <w:pPr>
        <w:rPr>
          <w:rFonts w:cstheme="minorHAnsi"/>
        </w:rPr>
      </w:pPr>
    </w:p>
    <w:p w14:paraId="4FBF06ED" w14:textId="77777777" w:rsidR="000A3099" w:rsidRPr="009C2468" w:rsidRDefault="000A3099" w:rsidP="000A3099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...........................................</w:t>
      </w:r>
    </w:p>
    <w:p w14:paraId="6E79942D" w14:textId="77777777" w:rsidR="000A3099" w:rsidRDefault="000A3099" w:rsidP="000A3099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1E7FD1">
        <w:rPr>
          <w:rFonts w:cstheme="minorHAnsi"/>
          <w:i/>
          <w:sz w:val="16"/>
          <w:szCs w:val="16"/>
        </w:rPr>
        <w:t>Data i podpis osoby/osób umocowanej(ych) do złożenia podpisu w imieniu Podmiotu udostępniającego zasoby</w:t>
      </w:r>
    </w:p>
    <w:p w14:paraId="3F12103F" w14:textId="77550738" w:rsidR="000B53B2" w:rsidRDefault="000B53B2" w:rsidP="000A3099">
      <w:pPr>
        <w:ind w:right="68"/>
        <w:rPr>
          <w:rFonts w:cstheme="minorHAnsi"/>
          <w:i/>
          <w:sz w:val="16"/>
          <w:szCs w:val="16"/>
        </w:rPr>
      </w:pPr>
    </w:p>
    <w:p w14:paraId="73BE78E9" w14:textId="77777777" w:rsidR="000A3099" w:rsidRDefault="000A3099" w:rsidP="000A3099">
      <w:pPr>
        <w:ind w:right="68"/>
        <w:rPr>
          <w:rFonts w:cstheme="minorHAnsi"/>
          <w:i/>
          <w:sz w:val="16"/>
          <w:szCs w:val="16"/>
        </w:rPr>
      </w:pPr>
    </w:p>
    <w:p w14:paraId="5E9BE20E" w14:textId="77777777" w:rsidR="000B53B2" w:rsidRPr="00535E9B" w:rsidRDefault="000B53B2" w:rsidP="000B53B2">
      <w:pPr>
        <w:jc w:val="right"/>
        <w:rPr>
          <w:rFonts w:ascii="Verdana" w:eastAsia="Verdana" w:hAnsi="Verdana" w:cs="Times New Roman"/>
          <w:b/>
        </w:rPr>
      </w:pPr>
      <w:r w:rsidRPr="00381365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12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1D3C15C5" w14:textId="77777777" w:rsidR="000B53B2" w:rsidRDefault="000B53B2" w:rsidP="000B53B2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0B53B2" w:rsidRPr="003C16EE" w14:paraId="69FA65EE" w14:textId="77777777" w:rsidTr="00C73AFF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251BE283" w14:textId="77777777" w:rsidR="000B53B2" w:rsidRPr="003C16EE" w:rsidRDefault="000B53B2" w:rsidP="00C73A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39CD7B0E" w14:textId="77777777" w:rsidR="000B53B2" w:rsidRPr="003C16EE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1AF69C28" w14:textId="77777777" w:rsidR="000B53B2" w:rsidRPr="003C16EE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01D17CBB" w14:textId="77777777" w:rsidR="000B53B2" w:rsidRPr="003C16EE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CAACF60" w14:textId="77777777" w:rsidR="000B53B2" w:rsidRPr="003C16EE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FE26D9F" w14:textId="77777777" w:rsidR="000B53B2" w:rsidRPr="003C16EE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42BC7" w14:textId="77777777" w:rsidR="000B53B2" w:rsidRPr="003C16EE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6B6041EA" w14:textId="77777777" w:rsidR="000B53B2" w:rsidRPr="003C16EE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6CD98EE" w14:textId="77777777" w:rsidR="000B53B2" w:rsidRPr="003C16EE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870C417" w14:textId="77777777" w:rsidR="000B53B2" w:rsidRPr="003C16EE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191F9A33" w14:textId="77777777" w:rsidR="000B53B2" w:rsidRPr="000855FF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>
              <w:rPr>
                <w:rFonts w:asciiTheme="minorHAnsi" w:hAnsiTheme="minorHAnsi" w:cstheme="minorHAnsi"/>
                <w:b/>
              </w:rPr>
              <w:t>Warszawa</w:t>
            </w:r>
          </w:p>
          <w:p w14:paraId="6C6B431B" w14:textId="77777777" w:rsidR="000B53B2" w:rsidRPr="003C16EE" w:rsidRDefault="000B53B2" w:rsidP="00C73A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Ul. Marsa 95, 04-470 Warszawa</w:t>
            </w:r>
          </w:p>
        </w:tc>
      </w:tr>
    </w:tbl>
    <w:p w14:paraId="462556DE" w14:textId="77777777" w:rsidR="000B53B2" w:rsidRPr="00A62B4C" w:rsidRDefault="000B53B2" w:rsidP="000B53B2">
      <w:pPr>
        <w:jc w:val="both"/>
        <w:rPr>
          <w:rFonts w:ascii="Verdana" w:eastAsia="Verdana" w:hAnsi="Verdana" w:cs="Times New Roman"/>
        </w:rPr>
      </w:pPr>
    </w:p>
    <w:p w14:paraId="218262B5" w14:textId="77777777" w:rsidR="000B53B2" w:rsidRPr="00381365" w:rsidRDefault="000B53B2" w:rsidP="000B53B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22118E5A" w14:textId="77777777" w:rsidR="000B53B2" w:rsidRPr="00A62B4C" w:rsidRDefault="000B53B2" w:rsidP="000B53B2">
      <w:pPr>
        <w:jc w:val="both"/>
        <w:rPr>
          <w:rFonts w:ascii="Verdana" w:eastAsia="Verdana" w:hAnsi="Verdana" w:cs="Times New Roman"/>
        </w:rPr>
      </w:pPr>
    </w:p>
    <w:p w14:paraId="168EC8F2" w14:textId="59C9CDDB" w:rsidR="000B53B2" w:rsidRPr="00381365" w:rsidRDefault="000B53B2" w:rsidP="000B53B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0D6C8E" w:rsidRPr="00B13F91">
        <w:rPr>
          <w:rFonts w:cstheme="minorHAnsi"/>
          <w:noProof/>
          <w:lang w:eastAsia="pl-PL"/>
        </w:rPr>
        <w:t>POST/DYS/OW/GZ/04333/2025</w:t>
      </w:r>
      <w:r>
        <w:rPr>
          <w:rFonts w:cstheme="minorHAnsi"/>
          <w:lang w:eastAsia="pl-PL"/>
        </w:rPr>
        <w:fldChar w:fldCharType="end"/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MERGEFIELD nazwa_post </w:instrText>
      </w:r>
      <w:r>
        <w:rPr>
          <w:rFonts w:cstheme="minorHAnsi"/>
        </w:rPr>
        <w:fldChar w:fldCharType="separate"/>
      </w:r>
      <w:r w:rsidR="000D6C8E" w:rsidRPr="00B13F91">
        <w:rPr>
          <w:rFonts w:cstheme="minorHAnsi"/>
          <w:noProof/>
        </w:rPr>
        <w:t>RE PRUSZKÓW (35-2025RB) Prace budowlano-montażowe w celu zasilenia obiektu w: Zad. 1. – gm. Ożarów Maz. m. Józefów, ul. Fabryczna, nr dz. 19/25 Zad. 2. – gm. Grodzisk Maz. m. Adamowizna, ul. Pawia, nr dz. 41/109, 41/110, 41/111 Zad. 3. – gm. Izabelin C, m. Hornówek dz.66 Zad. 4. – gm. Ożarów Maz. dz. 32/33, 33/33, 33/30, 33/31, 33/26, 33/27, 33/19, 33/20, 33/15, 33/16</w:t>
      </w:r>
      <w:r>
        <w:rPr>
          <w:rFonts w:cstheme="minorHAnsi"/>
        </w:rPr>
        <w:fldChar w:fldCharType="end"/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7EBFB2DE" w14:textId="77777777" w:rsidR="000B53B2" w:rsidRDefault="000B53B2" w:rsidP="000B53B2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0B53B2" w:rsidRPr="00381365" w14:paraId="6D64AD03" w14:textId="77777777" w:rsidTr="00C73AFF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B3DEF61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215121D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0B53B2" w:rsidRPr="00381365" w14:paraId="52D6AC52" w14:textId="77777777" w:rsidTr="00C73AFF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E3B0F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C88BD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4B568FC7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4F66F866" w14:textId="77777777" w:rsidTr="00C73AFF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D9644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6554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262E0AF4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4DF98539" w14:textId="77777777" w:rsidTr="00C73AFF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43F04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4DC1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7E6D9BA8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0E35E3E9" w14:textId="77777777" w:rsidTr="00C73AFF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8CC05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7E6BC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749B8B24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3BA1110A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10A0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B9FB1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0AFA33C7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07E2F2A4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78BDE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D9850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50A93F01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0FE7062B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38EC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B8A2E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1A60D563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3744727B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452E0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C1824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584702D4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2AA0AEB0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8AF00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E766F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38623539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50404CE2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A6DC0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5A75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41681026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lastRenderedPageBreak/>
              <w:t>...</w:t>
            </w:r>
          </w:p>
        </w:tc>
      </w:tr>
      <w:tr w:rsidR="000B53B2" w:rsidRPr="00381365" w14:paraId="2F18C7B7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25417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0D5F7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6A4D35E0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4BB7C905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27C30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32CEF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47EF8B17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5329EAD1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7B296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024E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5A142DB2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0FEFB6BC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23603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EBBA6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61F1AFBC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4199B807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2124D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5032A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48175160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4135AA74" w14:textId="77777777" w:rsidR="000B53B2" w:rsidRDefault="000B53B2" w:rsidP="000B53B2">
      <w:pPr>
        <w:rPr>
          <w:rFonts w:ascii="Verdana" w:eastAsia="Verdana" w:hAnsi="Verdana" w:cs="Times New Roman"/>
        </w:rPr>
      </w:pPr>
    </w:p>
    <w:p w14:paraId="42D8E9AD" w14:textId="77777777" w:rsidR="000B53B2" w:rsidRDefault="000B53B2" w:rsidP="000B53B2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16895AE8" w14:textId="77777777" w:rsidR="000B53B2" w:rsidRDefault="000B53B2" w:rsidP="000B53B2">
      <w:pPr>
        <w:rPr>
          <w:rFonts w:cstheme="minorHAnsi"/>
        </w:rPr>
      </w:pPr>
    </w:p>
    <w:p w14:paraId="2E712D94" w14:textId="77777777" w:rsidR="000B53B2" w:rsidRDefault="000B53B2" w:rsidP="000B53B2">
      <w:pPr>
        <w:rPr>
          <w:rFonts w:cstheme="minorHAnsi"/>
        </w:rPr>
      </w:pPr>
    </w:p>
    <w:p w14:paraId="46EE628D" w14:textId="77777777" w:rsidR="000B53B2" w:rsidRDefault="000B53B2" w:rsidP="000B53B2">
      <w:pPr>
        <w:rPr>
          <w:rFonts w:cstheme="minorHAnsi"/>
        </w:rPr>
      </w:pPr>
    </w:p>
    <w:p w14:paraId="4247A89E" w14:textId="77777777" w:rsidR="000B53B2" w:rsidRDefault="000B53B2" w:rsidP="000B53B2">
      <w:pPr>
        <w:rPr>
          <w:rFonts w:cstheme="minorHAnsi"/>
        </w:rPr>
      </w:pPr>
    </w:p>
    <w:p w14:paraId="521C96BB" w14:textId="77777777" w:rsidR="000B53B2" w:rsidRDefault="000B53B2" w:rsidP="000B53B2">
      <w:pPr>
        <w:rPr>
          <w:rFonts w:cstheme="minorHAnsi"/>
        </w:rPr>
      </w:pPr>
    </w:p>
    <w:p w14:paraId="2DCF5BE7" w14:textId="77777777" w:rsidR="000B53B2" w:rsidRDefault="000B53B2" w:rsidP="000B53B2">
      <w:pPr>
        <w:rPr>
          <w:rFonts w:cstheme="minorHAnsi"/>
        </w:rPr>
      </w:pPr>
    </w:p>
    <w:p w14:paraId="070569D7" w14:textId="77777777" w:rsidR="000B53B2" w:rsidRPr="009C2468" w:rsidRDefault="000B53B2" w:rsidP="000B53B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>
        <w:rPr>
          <w:rFonts w:cstheme="minorHAnsi"/>
          <w:sz w:val="16"/>
          <w:szCs w:val="16"/>
        </w:rPr>
        <w:t>.................</w:t>
      </w:r>
    </w:p>
    <w:p w14:paraId="75BA0411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7E9E1411" w14:textId="7C3AEB65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5BBFC3B3" w14:textId="77777777" w:rsidR="000B53B2" w:rsidRPr="00A62B4C" w:rsidRDefault="000B53B2" w:rsidP="000B53B2">
      <w:pPr>
        <w:tabs>
          <w:tab w:val="left" w:pos="8509"/>
        </w:tabs>
        <w:ind w:firstLine="5954"/>
        <w:rPr>
          <w:rFonts w:ascii="Verdana" w:eastAsia="Verdana" w:hAnsi="Verdana" w:cs="Times New Roman"/>
        </w:rPr>
      </w:pPr>
    </w:p>
    <w:sectPr w:rsidR="000B53B2" w:rsidRPr="00A62B4C" w:rsidSect="00A62B4C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5617BF" w14:textId="77777777" w:rsidR="00C73AFF" w:rsidRDefault="00C73AFF" w:rsidP="00582CE9">
      <w:pPr>
        <w:spacing w:after="0"/>
      </w:pPr>
      <w:r>
        <w:separator/>
      </w:r>
    </w:p>
  </w:endnote>
  <w:endnote w:type="continuationSeparator" w:id="0">
    <w:p w14:paraId="58927104" w14:textId="77777777" w:rsidR="00C73AFF" w:rsidRDefault="00C73AFF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1AA6E9C" w:rsidR="00C73AFF" w:rsidRDefault="00C73A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49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C73AFF" w:rsidRDefault="00C73A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C73AFF" w:rsidRDefault="00C73A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C73AFF" w:rsidRDefault="00C73A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3A11F3" w14:textId="77777777" w:rsidR="00C73AFF" w:rsidRDefault="00C73AFF" w:rsidP="00582CE9">
      <w:pPr>
        <w:spacing w:after="0"/>
      </w:pPr>
      <w:r>
        <w:separator/>
      </w:r>
    </w:p>
  </w:footnote>
  <w:footnote w:type="continuationSeparator" w:id="0">
    <w:p w14:paraId="5681B395" w14:textId="77777777" w:rsidR="00C73AFF" w:rsidRDefault="00C73AFF" w:rsidP="00582CE9">
      <w:pPr>
        <w:spacing w:after="0"/>
      </w:pPr>
      <w:r>
        <w:continuationSeparator/>
      </w:r>
    </w:p>
  </w:footnote>
  <w:footnote w:id="1">
    <w:p w14:paraId="679895A9" w14:textId="77777777" w:rsidR="00C73AFF" w:rsidRPr="00B67D39" w:rsidRDefault="00C73AFF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63B261B7" w14:textId="77777777" w:rsidR="00C73AFF" w:rsidRPr="00F2601C" w:rsidRDefault="00C73AFF" w:rsidP="00B67D39">
      <w:pPr>
        <w:pStyle w:val="Tekstprzypisudolnego"/>
        <w:ind w:right="-567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Cenę Oferty należy wpisać do formularza ceny w Systemie Zakupowym.</w:t>
      </w:r>
    </w:p>
  </w:footnote>
  <w:footnote w:id="3">
    <w:p w14:paraId="25EF92C7" w14:textId="77777777" w:rsidR="00C73AFF" w:rsidRPr="00B67D39" w:rsidRDefault="00C73AFF" w:rsidP="00CF1059">
      <w:pPr>
        <w:pStyle w:val="Tekstprzypisudolnego"/>
        <w:ind w:right="-3"/>
        <w:rPr>
          <w:rFonts w:asciiTheme="minorHAnsi" w:hAnsiTheme="minorHAnsi" w:cstheme="minorHAnsi"/>
          <w:sz w:val="16"/>
          <w:szCs w:val="16"/>
        </w:rPr>
      </w:pPr>
      <w:r w:rsidRPr="003D4E6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D4E66">
        <w:rPr>
          <w:rFonts w:asciiTheme="minorHAnsi" w:hAnsiTheme="minorHAnsi" w:cstheme="minorHAnsi"/>
          <w:sz w:val="16"/>
          <w:szCs w:val="16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 xml:space="preserve">Wskazać właściwe. </w:t>
      </w:r>
      <w:r w:rsidRPr="00B67D39">
        <w:rPr>
          <w:rFonts w:asciiTheme="minorHAnsi" w:hAnsiTheme="minorHAnsi" w:cs="Calibri"/>
          <w:sz w:val="16"/>
          <w:szCs w:val="16"/>
        </w:rPr>
        <w:t>Brak wskazania będzie rozumiane jako brak polegania na zasobach podmiotów udostepniających zasoby</w:t>
      </w:r>
    </w:p>
  </w:footnote>
  <w:footnote w:id="4">
    <w:p w14:paraId="72DEB574" w14:textId="77777777" w:rsidR="00C73AFF" w:rsidRPr="001A6201" w:rsidRDefault="00C73AFF" w:rsidP="00CF1059">
      <w:pPr>
        <w:pStyle w:val="Tekstprzypisudolnego"/>
        <w:ind w:right="-3"/>
        <w:rPr>
          <w:rFonts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Zaznaczyć właściwe. Niewskazanie podwykonawcy będzie rozumiane, że zamówienie w całości realizowane jest samodzielnie przez Wykonawcę składającego oświadczenia.</w:t>
      </w:r>
    </w:p>
  </w:footnote>
  <w:footnote w:id="5">
    <w:p w14:paraId="64E4292F" w14:textId="77777777" w:rsidR="00C73AFF" w:rsidRPr="00B67D39" w:rsidRDefault="00C73AFF" w:rsidP="00CF1059">
      <w:pPr>
        <w:pStyle w:val="Tekstprzypisudolnego"/>
        <w:ind w:right="139"/>
        <w:jc w:val="both"/>
        <w:rPr>
          <w:rFonts w:asciiTheme="minorHAnsi" w:hAnsiTheme="minorHAnsi" w:cs="Calibri"/>
          <w:sz w:val="16"/>
          <w:szCs w:val="16"/>
        </w:rPr>
      </w:pPr>
      <w:r w:rsidRPr="00B67D39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B67D39">
        <w:rPr>
          <w:rFonts w:asciiTheme="minorHAnsi" w:hAnsiTheme="minorHAnsi" w:cs="Calibri"/>
          <w:sz w:val="16"/>
          <w:szCs w:val="16"/>
        </w:rPr>
        <w:t xml:space="preserve"> Właściwe zakreślić. Brak zakreślenia będzie rozumiany jako brak powstania u Zamawiającego obowiązku podatkowego zgodnie z przepisami o podatku od towarów i usług</w:t>
      </w:r>
    </w:p>
  </w:footnote>
  <w:footnote w:id="6">
    <w:p w14:paraId="200CEEA1" w14:textId="77777777" w:rsidR="00C73AFF" w:rsidRPr="00B67D39" w:rsidRDefault="00C73AFF" w:rsidP="00CF105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Jeżeli Wykonawca zastrzega, że informacje objęte tajemnicą przedsiębiorstwa w rozumieniu przepisów o zwalczaniu nieuczciwej konkurencji, nie mogą być udostępniane. </w:t>
      </w:r>
    </w:p>
  </w:footnote>
  <w:footnote w:id="7">
    <w:p w14:paraId="2B2B6850" w14:textId="77777777" w:rsidR="00C73AFF" w:rsidRDefault="00C73AFF" w:rsidP="00CF1059">
      <w:pPr>
        <w:pStyle w:val="Tekstprzypisudolnego"/>
        <w:jc w:val="both"/>
        <w:rPr>
          <w:rFonts w:cstheme="minorBidi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W przypadku gdy Wykonawca nie przekazuje danych osobowych innych niż bezpośrednio jego dotyczących lub 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8">
    <w:p w14:paraId="1307AD99" w14:textId="77777777" w:rsidR="00C73AFF" w:rsidRPr="00872F1F" w:rsidRDefault="00C73AFF" w:rsidP="000B53B2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89B78A3" w14:textId="77777777" w:rsidR="00C73AFF" w:rsidRPr="00872F1F" w:rsidRDefault="00C73AFF" w:rsidP="000B53B2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6F6FC593" w14:textId="77777777" w:rsidR="00C73AFF" w:rsidRPr="00872F1F" w:rsidRDefault="00C73AFF" w:rsidP="000B53B2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7"/>
    </w:p>
    <w:p w14:paraId="2DFB99BB" w14:textId="77777777" w:rsidR="00C73AFF" w:rsidRPr="00872F1F" w:rsidRDefault="00C73AFF" w:rsidP="000B53B2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28456231" w14:textId="77777777" w:rsidR="00C73AFF" w:rsidRPr="00872F1F" w:rsidRDefault="00C73AFF" w:rsidP="000B53B2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9">
    <w:p w14:paraId="08D4C1AE" w14:textId="77777777" w:rsidR="00C73AFF" w:rsidRPr="00872F1F" w:rsidRDefault="00C73AFF" w:rsidP="000B53B2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6516D573" w14:textId="77777777" w:rsidR="00C73AFF" w:rsidRPr="00872F1F" w:rsidRDefault="00C73AFF" w:rsidP="000B53B2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07812F" w14:textId="77777777" w:rsidR="00C73AFF" w:rsidRPr="00872F1F" w:rsidRDefault="00C73AFF" w:rsidP="000B53B2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2F3AAD7" w14:textId="77777777" w:rsidR="00C73AFF" w:rsidRPr="00872F1F" w:rsidRDefault="00C73AFF" w:rsidP="000B53B2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C73AFF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C73AFF" w:rsidRPr="006E100D" w:rsidRDefault="00C73AFF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51124212" w:rsidR="00C73AFF" w:rsidRPr="006E100D" w:rsidRDefault="00C73AFF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0D6C8E" w:rsidRPr="00B13F91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POST/DYS/OW/GZ/04333/2025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1A19274F" w14:textId="74EE7151" w:rsidR="00C73AFF" w:rsidRPr="006B2C28" w:rsidRDefault="00C73AFF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0D6C8E" w:rsidRPr="00B13F91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POST/DYS/OW/GZ/04333/2025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5205B493" w14:textId="47502FF7" w:rsidR="00C73AFF" w:rsidRPr="006B2C28" w:rsidRDefault="00C73AFF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C73AFF" w:rsidRPr="006B2C28" w:rsidRDefault="00C73AFF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C73AFF" w:rsidRPr="006B2C28" w:rsidRDefault="00C73AFF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280DF8A" w:rsidR="00C73AFF" w:rsidRDefault="00C73AFF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C73AFF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C73AFF" w:rsidRDefault="00C73A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CDD26E2"/>
    <w:multiLevelType w:val="multilevel"/>
    <w:tmpl w:val="4680F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13"/>
  </w:num>
  <w:num w:numId="4">
    <w:abstractNumId w:val="21"/>
  </w:num>
  <w:num w:numId="5">
    <w:abstractNumId w:val="19"/>
  </w:num>
  <w:num w:numId="6">
    <w:abstractNumId w:val="19"/>
  </w:num>
  <w:num w:numId="7">
    <w:abstractNumId w:val="3"/>
  </w:num>
  <w:num w:numId="8">
    <w:abstractNumId w:val="28"/>
  </w:num>
  <w:num w:numId="9">
    <w:abstractNumId w:val="17"/>
  </w:num>
  <w:num w:numId="10">
    <w:abstractNumId w:val="4"/>
  </w:num>
  <w:num w:numId="11">
    <w:abstractNumId w:val="14"/>
  </w:num>
  <w:num w:numId="12">
    <w:abstractNumId w:val="12"/>
  </w:num>
  <w:num w:numId="13">
    <w:abstractNumId w:val="27"/>
  </w:num>
  <w:num w:numId="14">
    <w:abstractNumId w:val="23"/>
  </w:num>
  <w:num w:numId="15">
    <w:abstractNumId w:val="16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9"/>
  </w:num>
  <w:num w:numId="21">
    <w:abstractNumId w:val="1"/>
  </w:num>
  <w:num w:numId="22">
    <w:abstractNumId w:val="15"/>
  </w:num>
  <w:num w:numId="23">
    <w:abstractNumId w:val="10"/>
  </w:num>
  <w:num w:numId="24">
    <w:abstractNumId w:val="22"/>
  </w:num>
  <w:num w:numId="25">
    <w:abstractNumId w:val="26"/>
  </w:num>
  <w:num w:numId="26">
    <w:abstractNumId w:val="2"/>
  </w:num>
  <w:num w:numId="27">
    <w:abstractNumId w:val="25"/>
  </w:num>
  <w:num w:numId="28">
    <w:abstractNumId w:val="24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11"/>
  </w:num>
  <w:num w:numId="32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97C8B"/>
    <w:rsid w:val="000A3099"/>
    <w:rsid w:val="000B0DBD"/>
    <w:rsid w:val="000B53B2"/>
    <w:rsid w:val="000C47A9"/>
    <w:rsid w:val="000C679C"/>
    <w:rsid w:val="000D42BE"/>
    <w:rsid w:val="000D5886"/>
    <w:rsid w:val="000D6C8E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85DD6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5492F"/>
    <w:rsid w:val="00466493"/>
    <w:rsid w:val="00466AE9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6926"/>
    <w:rsid w:val="00535E9B"/>
    <w:rsid w:val="00537A87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483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14C9"/>
    <w:rsid w:val="006A4275"/>
    <w:rsid w:val="006B2C26"/>
    <w:rsid w:val="006B49A3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5360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A1CE0"/>
    <w:rsid w:val="007B094C"/>
    <w:rsid w:val="007B0FF0"/>
    <w:rsid w:val="007B50D8"/>
    <w:rsid w:val="007C6687"/>
    <w:rsid w:val="007C67FA"/>
    <w:rsid w:val="007D0675"/>
    <w:rsid w:val="007D1209"/>
    <w:rsid w:val="00807D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0147"/>
    <w:rsid w:val="00983EBF"/>
    <w:rsid w:val="00984E39"/>
    <w:rsid w:val="0098502B"/>
    <w:rsid w:val="00986E3C"/>
    <w:rsid w:val="00987773"/>
    <w:rsid w:val="00992FE3"/>
    <w:rsid w:val="0099653A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21DAA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3AFF"/>
    <w:rsid w:val="00C77BCF"/>
    <w:rsid w:val="00C874E6"/>
    <w:rsid w:val="00CB2D26"/>
    <w:rsid w:val="00CB3A6F"/>
    <w:rsid w:val="00CD2022"/>
    <w:rsid w:val="00CE2F55"/>
    <w:rsid w:val="00CF1059"/>
    <w:rsid w:val="00D03C12"/>
    <w:rsid w:val="00D10930"/>
    <w:rsid w:val="00D1247E"/>
    <w:rsid w:val="00D21BCE"/>
    <w:rsid w:val="00D516C1"/>
    <w:rsid w:val="00D6344F"/>
    <w:rsid w:val="00D80E4A"/>
    <w:rsid w:val="00D9767E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2FB0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gedystrybucja.pl/przetargi/przetargi-zakupow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gedystrybucja.pl/przetargi/przetargi-zakupow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3, 4, 7, 8, 11, 12 do SWZ.docx</dmsv2BaseFileName>
    <dmsv2BaseDisplayName xmlns="http://schemas.microsoft.com/sharepoint/v3">Załącznik nr 3, 4, 7, 8, 11, 12 do SWZ</dmsv2BaseDisplayName>
    <dmsv2SWPP2ObjectNumber xmlns="http://schemas.microsoft.com/sharepoint/v3">POST/DYS/OW/GZ/04333/2025                         </dmsv2SWPP2ObjectNumber>
    <dmsv2SWPP2SumMD5 xmlns="http://schemas.microsoft.com/sharepoint/v3">8d7f97f039926d51e3ce17af02eb5223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700455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23900181</dmsv2BaseClientSystemDocumentID>
    <dmsv2BaseModifiedByID xmlns="http://schemas.microsoft.com/sharepoint/v3">11900488</dmsv2BaseModifiedByID>
    <dmsv2BaseCreatedByID xmlns="http://schemas.microsoft.com/sharepoint/v3">11900488</dmsv2BaseCreatedByID>
    <dmsv2SWPP2ObjectDepartment xmlns="http://schemas.microsoft.com/sharepoint/v3">00000001000700050000000b00000003</dmsv2SWPP2ObjectDepartment>
    <dmsv2SWPP2ObjectName xmlns="http://schemas.microsoft.com/sharepoint/v3">Postępowanie</dmsv2SWPP2ObjectName>
    <_dlc_DocId xmlns="a19cb1c7-c5c7-46d4-85ae-d83685407bba">JEUP5JKVCYQC-1440096624-10886</_dlc_DocId>
    <_dlc_DocIdUrl xmlns="a19cb1c7-c5c7-46d4-85ae-d83685407bba">
      <Url>https://swpp2.dms.gkpge.pl/sites/41/_layouts/15/DocIdRedir.aspx?ID=JEUP5JKVCYQC-1440096624-10886</Url>
      <Description>JEUP5JKVCYQC-1440096624-10886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C5F1E7-33D7-4B07-A714-2C1AEF5B7A4B}"/>
</file>

<file path=customXml/itemProps3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1339882-BEF1-4FD2-9FDD-FD96BB709D3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561271E-A65A-4EF6-A27F-A63F7942E069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11</Pages>
  <Words>3512</Words>
  <Characters>21077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Skomorucha Kamil [PGE Dystr. O.Warszawa]</cp:lastModifiedBy>
  <cp:revision>2</cp:revision>
  <cp:lastPrinted>2024-07-15T11:21:00Z</cp:lastPrinted>
  <dcterms:created xsi:type="dcterms:W3CDTF">2025-12-03T10:38:00Z</dcterms:created>
  <dcterms:modified xsi:type="dcterms:W3CDTF">2025-12-03T10:38:00Z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346ce023-2a01-4938-b419-206325a3bedc</vt:lpwstr>
  </property>
</Properties>
</file>